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1654C" w:rsidRDefault="0001654C" w:rsidP="0001654C">
      <w:pPr>
        <w:pStyle w:val="a6"/>
        <w:spacing w:after="240"/>
        <w:rPr>
          <w:sz w:val="52"/>
          <w:szCs w:val="52"/>
        </w:rPr>
      </w:pPr>
      <w:bookmarkStart w:id="0" w:name="_GoBack"/>
      <w:r>
        <w:rPr>
          <w:b/>
          <w:noProof/>
          <w:sz w:val="52"/>
          <w:szCs w:val="52"/>
          <w:lang w:eastAsia="ru-RU"/>
        </w:rPr>
        <w:drawing>
          <wp:inline distT="0" distB="0" distL="0" distR="0">
            <wp:extent cx="1981204" cy="899162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toik_2013_fina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4" cy="89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40DD4" w:rsidRPr="0001654C" w:rsidRDefault="00B40DD4" w:rsidP="0001654C">
      <w:pPr>
        <w:pStyle w:val="a6"/>
        <w:spacing w:before="360"/>
        <w:rPr>
          <w:rStyle w:val="Normal"/>
          <w:rFonts w:ascii="Times New Roman" w:hAnsi="Times New Roman"/>
          <w:sz w:val="52"/>
          <w:szCs w:val="52"/>
          <w:lang w:val="en-US"/>
        </w:rPr>
      </w:pPr>
      <w:r w:rsidRPr="0001654C">
        <w:rPr>
          <w:rStyle w:val="Normal"/>
          <w:rFonts w:ascii="Times New Roman" w:hAnsi="Times New Roman"/>
          <w:sz w:val="48"/>
          <w:szCs w:val="52"/>
          <w:lang w:val="en-US"/>
        </w:rPr>
        <w:t>«STOIK LTD»</w:t>
      </w:r>
    </w:p>
    <w:p w:rsidR="00B40DD4" w:rsidRDefault="00B40DD4">
      <w:pPr>
        <w:rPr>
          <w:lang w:val="en-US"/>
        </w:rPr>
      </w:pPr>
    </w:p>
    <w:p w:rsidR="0001654C" w:rsidRPr="0001654C" w:rsidRDefault="00B40DD4" w:rsidP="0001654C">
      <w:pPr>
        <w:pStyle w:val="a6"/>
        <w:pBdr>
          <w:bottom w:val="single" w:sz="8" w:space="1" w:color="000000"/>
        </w:pBdr>
        <w:tabs>
          <w:tab w:val="left" w:pos="1843"/>
        </w:tabs>
        <w:rPr>
          <w:rFonts w:asciiTheme="majorHAnsi" w:hAnsiTheme="majorHAnsi"/>
          <w:b/>
          <w:sz w:val="24"/>
          <w:lang w:val="en-US"/>
        </w:rPr>
      </w:pPr>
      <w:proofErr w:type="gramStart"/>
      <w:r w:rsidRPr="0001654C">
        <w:rPr>
          <w:rFonts w:asciiTheme="majorHAnsi" w:hAnsiTheme="majorHAnsi"/>
          <w:b/>
          <w:sz w:val="24"/>
          <w:lang w:val="en-US"/>
        </w:rPr>
        <w:t>Russian Federation, 107392, No 7, Prostornaya Str., Moscow.</w:t>
      </w:r>
      <w:proofErr w:type="gramEnd"/>
    </w:p>
    <w:p w:rsidR="00B40DD4" w:rsidRPr="0001654C" w:rsidRDefault="00B40DD4" w:rsidP="0001654C">
      <w:pPr>
        <w:pStyle w:val="a6"/>
        <w:pBdr>
          <w:bottom w:val="single" w:sz="8" w:space="1" w:color="000000"/>
        </w:pBdr>
        <w:tabs>
          <w:tab w:val="left" w:pos="1843"/>
        </w:tabs>
        <w:rPr>
          <w:b/>
          <w:sz w:val="24"/>
          <w:lang w:val="en-US"/>
        </w:rPr>
      </w:pPr>
      <w:r w:rsidRPr="0001654C">
        <w:rPr>
          <w:rFonts w:asciiTheme="majorHAnsi" w:hAnsiTheme="majorHAnsi"/>
          <w:b/>
          <w:sz w:val="24"/>
          <w:lang w:val="en-US"/>
        </w:rPr>
        <w:t>Tel/fax: +</w:t>
      </w:r>
      <w:r w:rsidR="007F6B99" w:rsidRPr="0001654C">
        <w:rPr>
          <w:rFonts w:asciiTheme="majorHAnsi" w:hAnsiTheme="majorHAnsi"/>
          <w:b/>
          <w:sz w:val="24"/>
          <w:lang w:val="en-US"/>
        </w:rPr>
        <w:t>7-495-6612441</w:t>
      </w:r>
      <w:proofErr w:type="gramStart"/>
      <w:r w:rsidR="007F6B99" w:rsidRPr="0001654C">
        <w:rPr>
          <w:rFonts w:asciiTheme="majorHAnsi" w:hAnsiTheme="majorHAnsi"/>
          <w:b/>
          <w:sz w:val="24"/>
          <w:lang w:val="en-US"/>
        </w:rPr>
        <w:t>,  E</w:t>
      </w:r>
      <w:proofErr w:type="gramEnd"/>
      <w:r w:rsidR="007F6B99" w:rsidRPr="0001654C">
        <w:rPr>
          <w:rFonts w:asciiTheme="majorHAnsi" w:hAnsiTheme="majorHAnsi"/>
          <w:b/>
          <w:sz w:val="24"/>
          <w:lang w:val="en-US"/>
        </w:rPr>
        <w:t>-mail: zhukov</w:t>
      </w:r>
      <w:r w:rsidR="0001654C" w:rsidRPr="0001654C">
        <w:rPr>
          <w:rFonts w:asciiTheme="majorHAnsi" w:hAnsiTheme="majorHAnsi"/>
          <w:b/>
          <w:sz w:val="24"/>
          <w:lang w:val="en-US"/>
        </w:rPr>
        <w:t>@stoikltd.ru</w:t>
      </w:r>
    </w:p>
    <w:p w:rsidR="00B40DD4" w:rsidRPr="00D34429" w:rsidRDefault="0001654C" w:rsidP="007F6B99">
      <w:pPr>
        <w:pStyle w:val="a6"/>
        <w:pBdr>
          <w:bottom w:val="single" w:sz="8" w:space="1" w:color="000000"/>
        </w:pBdr>
        <w:tabs>
          <w:tab w:val="left" w:pos="1843"/>
        </w:tabs>
        <w:rPr>
          <w:b/>
          <w:sz w:val="24"/>
          <w:szCs w:val="24"/>
          <w:u w:val="single"/>
          <w:lang w:val="en-US"/>
        </w:rPr>
      </w:pPr>
      <w:hyperlink r:id="rId10" w:history="1">
        <w:r w:rsidR="007F6B99" w:rsidRPr="00374438">
          <w:rPr>
            <w:rStyle w:val="a9"/>
            <w:b/>
            <w:sz w:val="24"/>
            <w:szCs w:val="24"/>
            <w:lang w:val="en-US"/>
          </w:rPr>
          <w:t>www.stoikltd.ru</w:t>
        </w:r>
      </w:hyperlink>
    </w:p>
    <w:p w:rsidR="007F6B99" w:rsidRPr="00D34429" w:rsidRDefault="007F6B99" w:rsidP="007F6B99">
      <w:pPr>
        <w:pStyle w:val="a7"/>
        <w:rPr>
          <w:lang w:val="en-US"/>
        </w:rPr>
      </w:pPr>
    </w:p>
    <w:p w:rsidR="00EE2343" w:rsidRPr="00683B9E" w:rsidRDefault="00B40DD4">
      <w:pPr>
        <w:rPr>
          <w:rFonts w:ascii="Arial" w:hAnsi="Arial" w:cs="Arial"/>
          <w:sz w:val="40"/>
          <w:szCs w:val="4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683B9E">
        <w:rPr>
          <w:rFonts w:ascii="Arial" w:hAnsi="Arial" w:cs="Arial"/>
          <w:sz w:val="40"/>
          <w:szCs w:val="40"/>
          <w:lang w:val="en-US"/>
        </w:rPr>
        <w:t>The request-questionnaire of MV</w:t>
      </w:r>
      <w:r w:rsidR="00D34429" w:rsidRPr="00683B9E">
        <w:rPr>
          <w:rFonts w:ascii="Arial" w:hAnsi="Arial" w:cs="Arial"/>
          <w:sz w:val="40"/>
          <w:szCs w:val="40"/>
          <w:lang w:val="en-US"/>
        </w:rPr>
        <w:t xml:space="preserve"> </w:t>
      </w:r>
      <w:r w:rsidRPr="00683B9E">
        <w:rPr>
          <w:rFonts w:ascii="Arial" w:hAnsi="Arial" w:cs="Arial"/>
          <w:sz w:val="40"/>
          <w:szCs w:val="40"/>
          <w:lang w:val="en-US"/>
        </w:rPr>
        <w:t>S</w:t>
      </w:r>
      <w:r w:rsidR="00D34429" w:rsidRPr="00683B9E">
        <w:rPr>
          <w:rFonts w:ascii="Arial" w:hAnsi="Arial" w:cs="Arial"/>
          <w:sz w:val="40"/>
          <w:szCs w:val="40"/>
          <w:lang w:val="en-US"/>
        </w:rPr>
        <w:t>ST</w:t>
      </w:r>
      <w:r w:rsidR="00EE2343" w:rsidRPr="00683B9E">
        <w:rPr>
          <w:rFonts w:ascii="Arial" w:hAnsi="Arial" w:cs="Arial"/>
          <w:sz w:val="40"/>
          <w:szCs w:val="40"/>
          <w:lang w:val="en-US"/>
        </w:rPr>
        <w:t xml:space="preserve"> </w:t>
      </w:r>
    </w:p>
    <w:p w:rsidR="00B40DD4" w:rsidRPr="0001654C" w:rsidRDefault="00EE2343" w:rsidP="00EE2343">
      <w:pPr>
        <w:jc w:val="center"/>
        <w:rPr>
          <w:rFonts w:ascii="Arial" w:hAnsi="Arial" w:cs="Arial"/>
          <w:bCs/>
          <w:szCs w:val="20"/>
        </w:rPr>
      </w:pPr>
      <w:r w:rsidRPr="0001654C">
        <w:rPr>
          <w:rFonts w:ascii="Arial" w:hAnsi="Arial" w:cs="Arial"/>
          <w:bCs/>
          <w:szCs w:val="20"/>
        </w:rPr>
        <w:t xml:space="preserve">(опросный лист по средневольтовому УПП </w:t>
      </w:r>
      <w:r w:rsidR="007C4830" w:rsidRPr="0001654C">
        <w:rPr>
          <w:rFonts w:ascii="Arial" w:hAnsi="Arial" w:cs="Arial"/>
          <w:bCs/>
          <w:szCs w:val="20"/>
        </w:rPr>
        <w:t>компании</w:t>
      </w:r>
      <w:r w:rsidRPr="0001654C">
        <w:rPr>
          <w:rFonts w:ascii="Arial" w:hAnsi="Arial" w:cs="Arial"/>
          <w:bCs/>
          <w:szCs w:val="20"/>
        </w:rPr>
        <w:t xml:space="preserve"> AuCom)</w:t>
      </w:r>
    </w:p>
    <w:p w:rsidR="004A1055" w:rsidRDefault="004A1055">
      <w:pPr>
        <w:rPr>
          <w:rFonts w:ascii="Arial" w:hAnsi="Arial" w:cs="Arial"/>
          <w:sz w:val="32"/>
          <w:szCs w:val="32"/>
        </w:rPr>
      </w:pPr>
    </w:p>
    <w:tbl>
      <w:tblPr>
        <w:tblW w:w="106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6"/>
        <w:gridCol w:w="2644"/>
        <w:gridCol w:w="2644"/>
        <w:gridCol w:w="2644"/>
      </w:tblGrid>
      <w:tr w:rsidR="00683B9E" w:rsidTr="00E159BA">
        <w:trPr>
          <w:trHeight w:val="329"/>
        </w:trPr>
        <w:tc>
          <w:tcPr>
            <w:tcW w:w="2716" w:type="dxa"/>
          </w:tcPr>
          <w:p w:rsidR="00683B9E" w:rsidRDefault="00683B9E" w:rsidP="00E159BA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Название проекта </w:t>
            </w:r>
            <w:r w:rsidRPr="00683B9E">
              <w:rPr>
                <w:rFonts w:ascii="Arial" w:hAnsi="Arial"/>
                <w:bCs/>
              </w:rPr>
              <w:t xml:space="preserve">/ </w:t>
            </w:r>
            <w:r w:rsidRPr="00683B9E">
              <w:rPr>
                <w:rFonts w:ascii="Arial" w:hAnsi="Arial"/>
                <w:bCs/>
                <w:lang w:val="en-US"/>
              </w:rPr>
              <w:t>Project</w:t>
            </w:r>
            <w:r w:rsidRPr="00683B9E">
              <w:rPr>
                <w:rFonts w:ascii="Arial" w:hAnsi="Arial"/>
                <w:bCs/>
              </w:rPr>
              <w:t>:</w:t>
            </w:r>
          </w:p>
        </w:tc>
        <w:tc>
          <w:tcPr>
            <w:tcW w:w="2644" w:type="dxa"/>
          </w:tcPr>
          <w:p w:rsidR="00683B9E" w:rsidRDefault="00683B9E" w:rsidP="00E159BA">
            <w:pPr>
              <w:rPr>
                <w:rFonts w:ascii="Arial" w:hAnsi="Arial"/>
                <w:sz w:val="16"/>
              </w:rPr>
            </w:pPr>
          </w:p>
        </w:tc>
        <w:tc>
          <w:tcPr>
            <w:tcW w:w="2644" w:type="dxa"/>
          </w:tcPr>
          <w:p w:rsidR="00683B9E" w:rsidRDefault="00683B9E" w:rsidP="00E159BA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Место нахождения</w:t>
            </w:r>
            <w:r>
              <w:rPr>
                <w:rFonts w:ascii="Arial" w:hAnsi="Arial"/>
                <w:b/>
                <w:bCs/>
                <w:lang w:val="en-US"/>
              </w:rPr>
              <w:t xml:space="preserve"> </w:t>
            </w:r>
            <w:r w:rsidRPr="00683B9E">
              <w:rPr>
                <w:rFonts w:ascii="Arial" w:hAnsi="Arial"/>
                <w:bCs/>
                <w:lang w:val="en-US"/>
              </w:rPr>
              <w:t>/</w:t>
            </w:r>
            <w:r>
              <w:rPr>
                <w:rFonts w:ascii="Arial" w:hAnsi="Arial"/>
                <w:b/>
                <w:bCs/>
                <w:lang w:val="en-US"/>
              </w:rPr>
              <w:t xml:space="preserve"> </w:t>
            </w:r>
            <w:r w:rsidRPr="00683B9E">
              <w:rPr>
                <w:rFonts w:ascii="Arial" w:hAnsi="Arial"/>
                <w:bCs/>
                <w:lang w:val="en-US"/>
              </w:rPr>
              <w:t>Location</w:t>
            </w:r>
            <w:r>
              <w:rPr>
                <w:rFonts w:ascii="Arial" w:hAnsi="Arial"/>
                <w:b/>
                <w:bCs/>
              </w:rPr>
              <w:t>:</w:t>
            </w:r>
          </w:p>
        </w:tc>
        <w:tc>
          <w:tcPr>
            <w:tcW w:w="2644" w:type="dxa"/>
          </w:tcPr>
          <w:p w:rsidR="00683B9E" w:rsidRDefault="00683B9E" w:rsidP="00E159BA">
            <w:pPr>
              <w:rPr>
                <w:rFonts w:ascii="Arial" w:hAnsi="Arial"/>
                <w:sz w:val="16"/>
              </w:rPr>
            </w:pPr>
          </w:p>
        </w:tc>
      </w:tr>
    </w:tbl>
    <w:p w:rsidR="00683B9E" w:rsidRDefault="00683B9E" w:rsidP="00683B9E">
      <w:pPr>
        <w:rPr>
          <w:rFonts w:ascii="Arial" w:hAnsi="Arial"/>
          <w:sz w:val="16"/>
        </w:rPr>
      </w:pPr>
    </w:p>
    <w:tbl>
      <w:tblPr>
        <w:tblW w:w="1063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7396"/>
        <w:gridCol w:w="1474"/>
        <w:gridCol w:w="1154"/>
      </w:tblGrid>
      <w:tr w:rsidR="00683B9E" w:rsidTr="00E159BA">
        <w:trPr>
          <w:trHeight w:val="659"/>
        </w:trPr>
        <w:tc>
          <w:tcPr>
            <w:tcW w:w="10638" w:type="dxa"/>
            <w:gridSpan w:val="4"/>
          </w:tcPr>
          <w:p w:rsidR="00683B9E" w:rsidRPr="00C22863" w:rsidRDefault="00683B9E" w:rsidP="00E159BA">
            <w:pPr>
              <w:spacing w:before="120" w:after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 xml:space="preserve">1. Питающая сеть / </w:t>
            </w:r>
            <w:r w:rsidRPr="00683B9E">
              <w:rPr>
                <w:rFonts w:ascii="Arial" w:hAnsi="Arial"/>
                <w:sz w:val="22"/>
                <w:u w:val="single"/>
              </w:rPr>
              <w:t>Network</w:t>
            </w:r>
            <w:r>
              <w:rPr>
                <w:rFonts w:ascii="Arial" w:hAnsi="Arial"/>
                <w:b/>
                <w:sz w:val="22"/>
                <w:u w:val="single"/>
              </w:rPr>
              <w:t xml:space="preserve"> </w:t>
            </w:r>
          </w:p>
        </w:tc>
      </w:tr>
      <w:tr w:rsidR="00683B9E" w:rsidTr="00E159BA">
        <w:trPr>
          <w:trHeight w:val="240"/>
        </w:trPr>
        <w:tc>
          <w:tcPr>
            <w:tcW w:w="10638" w:type="dxa"/>
            <w:gridSpan w:val="4"/>
          </w:tcPr>
          <w:p w:rsidR="00683B9E" w:rsidRDefault="00683B9E" w:rsidP="00E159BA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683B9E" w:rsidTr="00E159BA">
        <w:trPr>
          <w:trHeight w:val="30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1.1 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Номинальное напряжение</w:t>
            </w:r>
            <w:r>
              <w:rPr>
                <w:rFonts w:ascii="Arial" w:hAnsi="Arial"/>
                <w:sz w:val="20"/>
                <w:szCs w:val="20"/>
              </w:rPr>
              <w:t xml:space="preserve"> / Nominal voltage</w:t>
            </w:r>
          </w:p>
        </w:tc>
        <w:tc>
          <w:tcPr>
            <w:tcW w:w="1474" w:type="dxa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 / kV</w:t>
            </w:r>
          </w:p>
        </w:tc>
      </w:tr>
      <w:tr w:rsidR="00683B9E" w:rsidTr="00E159BA">
        <w:trPr>
          <w:trHeight w:val="30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1.2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Реальное напряжение</w:t>
            </w:r>
            <w:r>
              <w:rPr>
                <w:rFonts w:ascii="Arial" w:hAnsi="Arial"/>
                <w:sz w:val="20"/>
                <w:szCs w:val="20"/>
              </w:rPr>
              <w:t xml:space="preserve"> / Real voltage</w:t>
            </w:r>
          </w:p>
        </w:tc>
        <w:tc>
          <w:tcPr>
            <w:tcW w:w="1474" w:type="dxa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 / kV</w:t>
            </w:r>
          </w:p>
        </w:tc>
      </w:tr>
      <w:tr w:rsidR="00683B9E" w:rsidTr="00E159BA">
        <w:trPr>
          <w:trHeight w:val="300"/>
        </w:trPr>
        <w:tc>
          <w:tcPr>
            <w:tcW w:w="614" w:type="dxa"/>
            <w:vAlign w:val="center"/>
          </w:tcPr>
          <w:p w:rsidR="00683B9E" w:rsidRDefault="00BA3B91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83B9E">
              <w:rPr>
                <w:rFonts w:ascii="Arial" w:hAnsi="Arial"/>
                <w:sz w:val="20"/>
                <w:szCs w:val="20"/>
              </w:rPr>
              <w:t>1.3</w:t>
            </w:r>
          </w:p>
        </w:tc>
        <w:tc>
          <w:tcPr>
            <w:tcW w:w="7396" w:type="dxa"/>
            <w:vAlign w:val="center"/>
          </w:tcPr>
          <w:p w:rsidR="00683B9E" w:rsidRPr="00F87950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Максимально возможное напряжение</w:t>
            </w:r>
            <w:r w:rsidRPr="00F87950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Maximal</w:t>
            </w:r>
            <w:r w:rsidRPr="00F8795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possible</w:t>
            </w:r>
            <w:r w:rsidRPr="00F8795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voltage</w:t>
            </w:r>
          </w:p>
        </w:tc>
        <w:tc>
          <w:tcPr>
            <w:tcW w:w="1474" w:type="dxa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 / kV</w:t>
            </w:r>
          </w:p>
        </w:tc>
      </w:tr>
      <w:tr w:rsidR="00683B9E" w:rsidTr="00E159BA">
        <w:trPr>
          <w:trHeight w:val="30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1.4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Частота сети</w:t>
            </w:r>
            <w:r>
              <w:rPr>
                <w:rFonts w:ascii="Arial" w:hAnsi="Arial"/>
                <w:sz w:val="20"/>
                <w:szCs w:val="20"/>
              </w:rPr>
              <w:t xml:space="preserve"> / Network frequence</w:t>
            </w:r>
          </w:p>
        </w:tc>
        <w:tc>
          <w:tcPr>
            <w:tcW w:w="1474" w:type="dxa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Гц / Hz</w:t>
            </w:r>
          </w:p>
        </w:tc>
      </w:tr>
      <w:tr w:rsidR="00683B9E" w:rsidTr="00E159BA">
        <w:trPr>
          <w:trHeight w:val="599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1.5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Данные трансформатора (мощность, ток короткого замыкания)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Upper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transformer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data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power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, </w:t>
            </w:r>
            <w:r>
              <w:rPr>
                <w:rFonts w:ascii="Arial" w:hAnsi="Arial"/>
                <w:sz w:val="20"/>
                <w:szCs w:val="20"/>
              </w:rPr>
              <w:t>short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circuit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current</w:t>
            </w:r>
            <w:r w:rsidRPr="00090785">
              <w:rPr>
                <w:rFonts w:ascii="Arial" w:hAnsi="Arial"/>
                <w:sz w:val="20"/>
                <w:szCs w:val="20"/>
              </w:rPr>
              <w:t>%)</w:t>
            </w:r>
          </w:p>
        </w:tc>
        <w:tc>
          <w:tcPr>
            <w:tcW w:w="1474" w:type="dxa"/>
          </w:tcPr>
          <w:p w:rsidR="00683B9E" w:rsidRDefault="00683B9E" w:rsidP="00E159BA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%</w:t>
            </w:r>
          </w:p>
        </w:tc>
      </w:tr>
      <w:tr w:rsidR="00683B9E" w:rsidTr="00E159BA">
        <w:trPr>
          <w:trHeight w:val="619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Максимальная мощность короткого замыкания (требуется для расчета силовых контакторов)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Network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maximal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short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circuit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power</w:t>
            </w:r>
          </w:p>
        </w:tc>
        <w:tc>
          <w:tcPr>
            <w:tcW w:w="1474" w:type="dxa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Pr="00C22863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МВА/MVA</w:t>
            </w:r>
          </w:p>
        </w:tc>
      </w:tr>
      <w:tr w:rsidR="00683B9E" w:rsidTr="00E159BA">
        <w:trPr>
          <w:trHeight w:val="599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1.7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Минимальная мощность короткого замыкания (требуется для расчета обратного воздействия на сеть)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Network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minimal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short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circuit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power</w:t>
            </w:r>
          </w:p>
        </w:tc>
        <w:tc>
          <w:tcPr>
            <w:tcW w:w="1474" w:type="dxa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Pr="00C22863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МВА/MVA</w:t>
            </w:r>
          </w:p>
        </w:tc>
      </w:tr>
      <w:tr w:rsidR="00683B9E" w:rsidTr="00E159BA">
        <w:trPr>
          <w:trHeight w:val="599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1.8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 xml:space="preserve">Допустимое падение напряжения при пуске 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Permitted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voltage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deep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during</w:t>
            </w:r>
            <w:r w:rsidRPr="00F8795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</w:t>
            </w:r>
            <w:r w:rsidRPr="00F8795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</w:t>
            </w:r>
          </w:p>
        </w:tc>
        <w:tc>
          <w:tcPr>
            <w:tcW w:w="1474" w:type="dxa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%</w:t>
            </w:r>
          </w:p>
        </w:tc>
      </w:tr>
      <w:tr w:rsidR="00683B9E" w:rsidTr="00E159BA">
        <w:trPr>
          <w:trHeight w:val="918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1.9</w:t>
            </w:r>
          </w:p>
        </w:tc>
        <w:tc>
          <w:tcPr>
            <w:tcW w:w="7396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Если электроагрегат в настоящее время запускается в линию, то какое происходит падение напряжения при этом 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What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is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voltage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deep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during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Direct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On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Line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DOL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/>
                <w:sz w:val="20"/>
                <w:szCs w:val="20"/>
              </w:rPr>
              <w:t>start</w:t>
            </w:r>
            <w:r w:rsidRPr="00090785">
              <w:rPr>
                <w:rFonts w:ascii="Arial" w:hAnsi="Arial"/>
                <w:sz w:val="20"/>
                <w:szCs w:val="20"/>
              </w:rPr>
              <w:t xml:space="preserve">? </w:t>
            </w:r>
          </w:p>
        </w:tc>
        <w:tc>
          <w:tcPr>
            <w:tcW w:w="1474" w:type="dxa"/>
          </w:tcPr>
          <w:p w:rsidR="00683B9E" w:rsidRPr="00090785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4" w:type="dxa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RPr="0001654C" w:rsidTr="00E159BA">
        <w:trPr>
          <w:trHeight w:val="599"/>
        </w:trPr>
        <w:tc>
          <w:tcPr>
            <w:tcW w:w="614" w:type="dxa"/>
            <w:vAlign w:val="center"/>
          </w:tcPr>
          <w:p w:rsidR="00683B9E" w:rsidRPr="0009078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090785">
              <w:rPr>
                <w:rFonts w:ascii="Arial" w:hAnsi="Arial"/>
                <w:sz w:val="20"/>
                <w:szCs w:val="20"/>
              </w:rPr>
              <w:t>1.10</w:t>
            </w:r>
          </w:p>
        </w:tc>
        <w:tc>
          <w:tcPr>
            <w:tcW w:w="7396" w:type="dxa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Представить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однолинейную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схему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электрических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соединений</w:t>
            </w:r>
            <w:r w:rsidRPr="00683B9E">
              <w:rPr>
                <w:rFonts w:ascii="Arial" w:hAnsi="Arial"/>
                <w:sz w:val="20"/>
                <w:szCs w:val="20"/>
                <w:lang w:val="en-US"/>
              </w:rPr>
              <w:t xml:space="preserve"> / Please provide one line electrical diagram of the complite site</w:t>
            </w:r>
          </w:p>
        </w:tc>
        <w:tc>
          <w:tcPr>
            <w:tcW w:w="2628" w:type="dxa"/>
            <w:gridSpan w:val="2"/>
          </w:tcPr>
          <w:p w:rsidR="00683B9E" w:rsidRP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683B9E" w:rsidTr="00E159BA">
        <w:trPr>
          <w:trHeight w:val="918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1.11</w:t>
            </w:r>
          </w:p>
        </w:tc>
        <w:tc>
          <w:tcPr>
            <w:tcW w:w="7396" w:type="dxa"/>
            <w:vAlign w:val="center"/>
          </w:tcPr>
          <w:p w:rsidR="00683B9E" w:rsidRPr="00473EC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Расстояние между распределительным устройством и двигателем (м)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73EC5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Distance</w:t>
            </w:r>
            <w:r w:rsidRPr="00473EC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between</w:t>
            </w:r>
            <w:r w:rsidRPr="00473EC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switchboard</w:t>
            </w:r>
            <w:r w:rsidRPr="00473EC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and</w:t>
            </w:r>
            <w:r w:rsidRPr="00473EC5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motor</w:t>
            </w:r>
            <w:r w:rsidRPr="00473EC5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m</w:t>
            </w:r>
            <w:r w:rsidRPr="00473EC5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628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E159BA">
        <w:trPr>
          <w:trHeight w:val="918"/>
        </w:trPr>
        <w:tc>
          <w:tcPr>
            <w:tcW w:w="614" w:type="dxa"/>
            <w:vAlign w:val="center"/>
          </w:tcPr>
          <w:p w:rsidR="00683B9E" w:rsidRPr="00473EC5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1.12</w:t>
            </w:r>
          </w:p>
        </w:tc>
        <w:tc>
          <w:tcPr>
            <w:tcW w:w="7396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Какие другие потребители уже подключены к этому же фидеру, какая их суммарная потребляемая мощность 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Are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there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any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other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loads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on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same</w:t>
            </w:r>
            <w:r w:rsidRPr="00C22863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feeder</w:t>
            </w:r>
            <w:r w:rsidRPr="00C22863">
              <w:rPr>
                <w:rFonts w:ascii="Arial" w:hAnsi="Arial"/>
                <w:sz w:val="20"/>
                <w:szCs w:val="20"/>
              </w:rPr>
              <w:t>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628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683B9E" w:rsidRDefault="00683B9E" w:rsidP="00683B9E">
      <w:pPr>
        <w:jc w:val="center"/>
        <w:rPr>
          <w:rFonts w:ascii="Arial" w:hAnsi="Arial"/>
          <w:sz w:val="16"/>
        </w:rPr>
      </w:pPr>
    </w:p>
    <w:p w:rsidR="00683B9E" w:rsidRDefault="00683B9E" w:rsidP="00683B9E">
      <w:pPr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p w:rsidR="00683B9E" w:rsidRDefault="00683B9E" w:rsidP="00683B9E">
      <w:pPr>
        <w:jc w:val="center"/>
        <w:rPr>
          <w:rFonts w:ascii="Arial" w:hAnsi="Arial"/>
          <w:sz w:val="16"/>
        </w:rPr>
      </w:pPr>
    </w:p>
    <w:tbl>
      <w:tblPr>
        <w:tblW w:w="106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708"/>
        <w:gridCol w:w="3181"/>
        <w:gridCol w:w="2441"/>
        <w:gridCol w:w="1115"/>
        <w:gridCol w:w="302"/>
        <w:gridCol w:w="1278"/>
      </w:tblGrid>
      <w:tr w:rsidR="00683B9E" w:rsidTr="00683B9E">
        <w:trPr>
          <w:trHeight w:val="705"/>
        </w:trPr>
        <w:tc>
          <w:tcPr>
            <w:tcW w:w="10639" w:type="dxa"/>
            <w:gridSpan w:val="7"/>
          </w:tcPr>
          <w:p w:rsidR="00683B9E" w:rsidRPr="00C22863" w:rsidRDefault="00683B9E" w:rsidP="00E159BA">
            <w:pPr>
              <w:spacing w:before="120" w:after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2. Электродвигатель</w:t>
            </w:r>
            <w:r w:rsidRPr="00C22863">
              <w:rPr>
                <w:rFonts w:ascii="Arial" w:hAnsi="Arial"/>
                <w:sz w:val="16"/>
                <w:u w:val="single"/>
              </w:rPr>
              <w:t xml:space="preserve"> </w:t>
            </w:r>
            <w:r w:rsidRPr="00C22863">
              <w:rPr>
                <w:rFonts w:ascii="Arial" w:hAnsi="Arial"/>
                <w:b/>
                <w:sz w:val="22"/>
                <w:u w:val="single"/>
              </w:rPr>
              <w:t xml:space="preserve">/ </w:t>
            </w:r>
            <w:r w:rsidRPr="00683B9E">
              <w:rPr>
                <w:rFonts w:ascii="Arial" w:hAnsi="Arial"/>
                <w:sz w:val="22"/>
                <w:u w:val="single"/>
              </w:rPr>
              <w:t>Motor</w:t>
            </w:r>
          </w:p>
        </w:tc>
      </w:tr>
      <w:tr w:rsidR="00683B9E" w:rsidTr="00683B9E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2.1 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C22863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Название</w:t>
            </w:r>
            <w:r>
              <w:rPr>
                <w:rFonts w:ascii="Arial" w:hAnsi="Arial"/>
                <w:sz w:val="20"/>
                <w:szCs w:val="20"/>
              </w:rPr>
              <w:t xml:space="preserve"> / Name</w:t>
            </w:r>
          </w:p>
        </w:tc>
        <w:tc>
          <w:tcPr>
            <w:tcW w:w="2695" w:type="dxa"/>
            <w:gridSpan w:val="3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683B9E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C22863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Производитель</w:t>
            </w:r>
            <w:r>
              <w:rPr>
                <w:rFonts w:ascii="Arial" w:hAnsi="Arial"/>
                <w:sz w:val="20"/>
                <w:szCs w:val="20"/>
              </w:rPr>
              <w:t xml:space="preserve"> / Producer</w:t>
            </w:r>
          </w:p>
        </w:tc>
        <w:tc>
          <w:tcPr>
            <w:tcW w:w="2695" w:type="dxa"/>
            <w:gridSpan w:val="3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RPr="0001654C" w:rsidTr="00683B9E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Год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выпуска</w:t>
            </w:r>
            <w:r w:rsidRPr="00683B9E">
              <w:rPr>
                <w:rFonts w:ascii="Arial" w:hAnsi="Arial"/>
                <w:sz w:val="20"/>
                <w:szCs w:val="20"/>
                <w:lang w:val="en-US"/>
              </w:rPr>
              <w:t xml:space="preserve"> / Year of production</w:t>
            </w:r>
          </w:p>
        </w:tc>
        <w:tc>
          <w:tcPr>
            <w:tcW w:w="2695" w:type="dxa"/>
            <w:gridSpan w:val="3"/>
          </w:tcPr>
          <w:p w:rsidR="00683B9E" w:rsidRP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683B9E" w:rsidTr="00683B9E">
        <w:trPr>
          <w:trHeight w:val="876"/>
        </w:trPr>
        <w:tc>
          <w:tcPr>
            <w:tcW w:w="614" w:type="dxa"/>
            <w:vAlign w:val="center"/>
          </w:tcPr>
          <w:p w:rsidR="00683B9E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</w:t>
            </w:r>
          </w:p>
        </w:tc>
        <w:tc>
          <w:tcPr>
            <w:tcW w:w="1708" w:type="dxa"/>
            <w:vAlign w:val="center"/>
          </w:tcPr>
          <w:p w:rsidR="00683B9E" w:rsidRPr="00C22863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 xml:space="preserve">Тип </w:t>
            </w:r>
            <w:r>
              <w:rPr>
                <w:rFonts w:ascii="Arial" w:hAnsi="Arial"/>
                <w:sz w:val="20"/>
                <w:szCs w:val="20"/>
              </w:rPr>
              <w:t>/ Type</w:t>
            </w:r>
          </w:p>
        </w:tc>
        <w:tc>
          <w:tcPr>
            <w:tcW w:w="3181" w:type="dxa"/>
            <w:vAlign w:val="center"/>
          </w:tcPr>
          <w:p w:rsidR="00683B9E" w:rsidRPr="00C22863" w:rsidRDefault="0001654C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109.5pt;margin-top:3.35pt;width:14.4pt;height:9.6pt;z-index:251661312;mso-position-horizontal-relative:text;mso-position-vertical-relative:text">
                  <v:textbox style="mso-next-textbox:#_x0000_s1028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3" name="Рисунок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 w:rsidRPr="00683B9E">
              <w:rPr>
                <w:rFonts w:ascii="Arial" w:hAnsi="Arial"/>
                <w:b/>
                <w:sz w:val="20"/>
                <w:szCs w:val="20"/>
              </w:rPr>
              <w:t>Асинхронный</w:t>
            </w:r>
            <w:r w:rsidR="00683B9E" w:rsidRPr="00C22863">
              <w:rPr>
                <w:rFonts w:ascii="Arial" w:hAnsi="Arial"/>
                <w:sz w:val="20"/>
                <w:szCs w:val="20"/>
              </w:rPr>
              <w:t xml:space="preserve">/ </w:t>
            </w:r>
          </w:p>
          <w:p w:rsidR="00683B9E" w:rsidRPr="00C22863" w:rsidRDefault="00683B9E" w:rsidP="00E159BA">
            <w:pPr>
              <w:spacing w:before="40" w:after="40"/>
              <w:rPr>
                <w:rFonts w:ascii="Arial" w:hAnsi="Arial"/>
                <w:sz w:val="16"/>
                <w:szCs w:val="16"/>
              </w:rPr>
            </w:pPr>
            <w:r w:rsidRPr="00C22863">
              <w:rPr>
                <w:rFonts w:ascii="Arial" w:hAnsi="Arial"/>
                <w:sz w:val="20"/>
                <w:szCs w:val="20"/>
              </w:rPr>
              <w:t>Asynchronous</w:t>
            </w:r>
          </w:p>
        </w:tc>
        <w:tc>
          <w:tcPr>
            <w:tcW w:w="2441" w:type="dxa"/>
            <w:vAlign w:val="center"/>
          </w:tcPr>
          <w:p w:rsidR="00683B9E" w:rsidRPr="00C22863" w:rsidRDefault="0001654C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pict>
                <v:shape id="_x0000_s1027" type="#_x0000_t202" style="position:absolute;margin-left:98.2pt;margin-top:2.05pt;width:14.4pt;height:9.6pt;z-index:251660288;mso-position-horizontal-relative:text;mso-position-vertical-relative:text" filled="f" fillcolor="black">
                  <v:textbox style="mso-next-textbox:#_x0000_s1027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4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 w:rsidRPr="00683B9E">
              <w:rPr>
                <w:rFonts w:ascii="Arial" w:hAnsi="Arial"/>
                <w:b/>
                <w:sz w:val="20"/>
                <w:szCs w:val="20"/>
              </w:rPr>
              <w:t>Синхронный</w:t>
            </w:r>
            <w:r w:rsidR="00683B9E" w:rsidRPr="00C22863">
              <w:rPr>
                <w:rFonts w:ascii="Arial" w:hAnsi="Arial"/>
                <w:sz w:val="20"/>
                <w:szCs w:val="20"/>
              </w:rPr>
              <w:t>/</w:t>
            </w:r>
          </w:p>
          <w:p w:rsidR="00683B9E" w:rsidRPr="00C22863" w:rsidRDefault="00683B9E" w:rsidP="00E159BA">
            <w:pPr>
              <w:spacing w:before="40" w:after="40"/>
              <w:rPr>
                <w:rFonts w:ascii="Arial" w:hAnsi="Arial"/>
                <w:sz w:val="16"/>
                <w:szCs w:val="16"/>
              </w:rPr>
            </w:pPr>
            <w:r w:rsidRPr="00C22863">
              <w:rPr>
                <w:rFonts w:ascii="Arial" w:hAnsi="Arial"/>
                <w:sz w:val="20"/>
                <w:szCs w:val="20"/>
              </w:rPr>
              <w:t>Synchronous</w:t>
            </w:r>
          </w:p>
        </w:tc>
        <w:tc>
          <w:tcPr>
            <w:tcW w:w="2695" w:type="dxa"/>
            <w:gridSpan w:val="3"/>
            <w:vAlign w:val="center"/>
          </w:tcPr>
          <w:p w:rsidR="00683B9E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683B9E">
        <w:trPr>
          <w:trHeight w:val="876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</w:t>
            </w:r>
          </w:p>
        </w:tc>
        <w:tc>
          <w:tcPr>
            <w:tcW w:w="1708" w:type="dxa"/>
            <w:vAlign w:val="center"/>
          </w:tcPr>
          <w:p w:rsidR="00683B9E" w:rsidRPr="00C22863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Исполнение</w:t>
            </w:r>
            <w:r w:rsidRPr="00C22863">
              <w:rPr>
                <w:rFonts w:ascii="Arial" w:hAnsi="Arial"/>
                <w:sz w:val="20"/>
                <w:szCs w:val="20"/>
              </w:rPr>
              <w:t>/</w:t>
            </w:r>
          </w:p>
          <w:p w:rsidR="00683B9E" w:rsidRPr="00C22863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 w:rsidRPr="00C22863">
              <w:rPr>
                <w:rFonts w:ascii="Arial" w:hAnsi="Arial"/>
                <w:sz w:val="20"/>
                <w:szCs w:val="20"/>
              </w:rPr>
              <w:t>Perfomance</w:t>
            </w:r>
          </w:p>
        </w:tc>
        <w:tc>
          <w:tcPr>
            <w:tcW w:w="3181" w:type="dxa"/>
            <w:vAlign w:val="center"/>
          </w:tcPr>
          <w:p w:rsidR="00683B9E" w:rsidRPr="00C22863" w:rsidRDefault="0001654C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pict>
                <v:shape id="_x0000_s1035" type="#_x0000_t202" style="position:absolute;margin-left:114.25pt;margin-top:2.9pt;width:14.4pt;height:9.6pt;z-index:251668480;mso-position-horizontal-relative:text;mso-position-vertical-relative:text">
                  <v:textbox style="mso-next-textbox:#_x0000_s1035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5" name="Рисунок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 w:rsidRPr="00683B9E">
              <w:rPr>
                <w:rFonts w:ascii="Arial" w:hAnsi="Arial"/>
                <w:b/>
                <w:sz w:val="20"/>
                <w:szCs w:val="20"/>
              </w:rPr>
              <w:t>Общепромышленный</w:t>
            </w:r>
            <w:r w:rsidR="00683B9E">
              <w:rPr>
                <w:rFonts w:ascii="Arial" w:hAnsi="Arial"/>
                <w:sz w:val="20"/>
                <w:szCs w:val="20"/>
              </w:rPr>
              <w:t>/</w:t>
            </w:r>
          </w:p>
          <w:p w:rsidR="00683B9E" w:rsidRPr="00C22863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Industry</w:t>
            </w:r>
          </w:p>
        </w:tc>
        <w:tc>
          <w:tcPr>
            <w:tcW w:w="2441" w:type="dxa"/>
            <w:vAlign w:val="center"/>
          </w:tcPr>
          <w:p w:rsidR="00683B9E" w:rsidRDefault="0001654C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pict>
                <v:shape id="_x0000_s1033" type="#_x0000_t202" style="position:absolute;margin-left:63.8pt;margin-top:2.15pt;width:14.4pt;height:9.6pt;z-index:251666432;mso-position-horizontal-relative:text;mso-position-vertical-relative:text">
                  <v:textbox style="mso-next-textbox:#_x0000_s1033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6" name="Рисунок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 w:rsidRPr="00683B9E">
              <w:rPr>
                <w:rFonts w:ascii="Arial" w:hAnsi="Arial"/>
                <w:b/>
                <w:sz w:val="20"/>
                <w:szCs w:val="20"/>
              </w:rPr>
              <w:t>Морской</w:t>
            </w:r>
            <w:r w:rsidR="00683B9E">
              <w:rPr>
                <w:rFonts w:ascii="Arial" w:hAnsi="Arial"/>
                <w:sz w:val="20"/>
                <w:szCs w:val="20"/>
              </w:rPr>
              <w:t>/</w:t>
            </w:r>
          </w:p>
          <w:p w:rsidR="00683B9E" w:rsidRPr="00744F06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Marine</w:t>
            </w:r>
          </w:p>
        </w:tc>
        <w:tc>
          <w:tcPr>
            <w:tcW w:w="2695" w:type="dxa"/>
            <w:gridSpan w:val="3"/>
            <w:vAlign w:val="center"/>
          </w:tcPr>
          <w:p w:rsidR="00683B9E" w:rsidRDefault="0001654C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pict>
                <v:shape id="_x0000_s1034" type="#_x0000_t202" style="position:absolute;margin-left:65.35pt;margin-top:2.6pt;width:14.4pt;height:9.6pt;z-index:251667456;mso-position-horizontal-relative:text;mso-position-vertical-relative:text">
                  <v:textbox style="mso-next-textbox:#_x0000_s1034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7" name="Рисунок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 w:rsidRPr="00683B9E">
              <w:rPr>
                <w:rFonts w:ascii="Arial" w:hAnsi="Arial"/>
                <w:b/>
                <w:sz w:val="20"/>
                <w:szCs w:val="20"/>
              </w:rPr>
              <w:t>Рудничный</w:t>
            </w:r>
            <w:r w:rsidR="00683B9E">
              <w:rPr>
                <w:rFonts w:ascii="Arial" w:hAnsi="Arial"/>
                <w:sz w:val="20"/>
                <w:szCs w:val="20"/>
              </w:rPr>
              <w:t>/</w:t>
            </w:r>
          </w:p>
          <w:p w:rsidR="00683B9E" w:rsidRPr="00744F06" w:rsidRDefault="00683B9E" w:rsidP="00E159BA">
            <w:pPr>
              <w:spacing w:before="40" w:after="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Mine</w:t>
            </w: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744F06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Номинальное напряжение</w:t>
            </w:r>
            <w:r>
              <w:rPr>
                <w:rFonts w:ascii="Arial" w:hAnsi="Arial"/>
                <w:sz w:val="20"/>
                <w:szCs w:val="20"/>
              </w:rPr>
              <w:t xml:space="preserve"> / Nominal voltage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Pr="00744F06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 / kV</w:t>
            </w: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744F06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Номинальный ток</w:t>
            </w:r>
            <w:r>
              <w:rPr>
                <w:rFonts w:ascii="Arial" w:hAnsi="Arial"/>
                <w:sz w:val="20"/>
                <w:szCs w:val="20"/>
              </w:rPr>
              <w:t xml:space="preserve"> / Nominal current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Pr="00744F06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А </w:t>
            </w: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744F06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Номинальная мощность</w:t>
            </w:r>
            <w:r>
              <w:rPr>
                <w:rFonts w:ascii="Arial" w:hAnsi="Arial"/>
                <w:sz w:val="20"/>
                <w:szCs w:val="20"/>
              </w:rPr>
              <w:t xml:space="preserve"> / Nominal power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Pr="00744F06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кВт/kW</w:t>
            </w: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744F06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Номинальная частота вращения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Nominal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rotation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speed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Pr="00744F06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</w:t>
            </w:r>
            <w:r w:rsidRPr="00744F06">
              <w:rPr>
                <w:rFonts w:ascii="Arial" w:hAnsi="Arial"/>
                <w:sz w:val="20"/>
                <w:szCs w:val="20"/>
              </w:rPr>
              <w:t>ин</w:t>
            </w:r>
            <w:r w:rsidRPr="00744F06">
              <w:rPr>
                <w:rFonts w:ascii="Arial" w:hAnsi="Arial"/>
                <w:sz w:val="20"/>
                <w:szCs w:val="20"/>
                <w:vertAlign w:val="superscript"/>
              </w:rPr>
              <w:t>-1</w:t>
            </w:r>
            <w:r>
              <w:rPr>
                <w:rFonts w:ascii="Arial" w:hAnsi="Arial"/>
                <w:sz w:val="20"/>
                <w:szCs w:val="20"/>
              </w:rPr>
              <w:t>/min</w:t>
            </w:r>
            <w:r w:rsidRPr="00744F06">
              <w:rPr>
                <w:rFonts w:ascii="Arial" w:hAnsi="Arial"/>
                <w:sz w:val="20"/>
                <w:szCs w:val="20"/>
                <w:vertAlign w:val="superscript"/>
              </w:rPr>
              <w:t>-1</w:t>
            </w:r>
          </w:p>
        </w:tc>
      </w:tr>
      <w:tr w:rsidR="00683B9E" w:rsidRPr="0001654C" w:rsidTr="00E159BA">
        <w:trPr>
          <w:trHeight w:val="641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2.10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Кратность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пускового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тока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(I</w:t>
            </w:r>
            <w:r w:rsidRPr="00683B9E">
              <w:rPr>
                <w:rFonts w:ascii="Arial" w:hAnsi="Arial"/>
                <w:b/>
                <w:sz w:val="20"/>
                <w:szCs w:val="20"/>
                <w:vertAlign w:val="subscript"/>
              </w:rPr>
              <w:t>старт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>/I</w:t>
            </w:r>
            <w:r w:rsidRPr="00683B9E">
              <w:rPr>
                <w:rFonts w:ascii="Arial" w:hAnsi="Arial"/>
                <w:b/>
                <w:sz w:val="20"/>
                <w:szCs w:val="20"/>
                <w:vertAlign w:val="subscript"/>
              </w:rPr>
              <w:t>н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>)</w:t>
            </w:r>
            <w:r w:rsidRPr="00683B9E">
              <w:rPr>
                <w:rFonts w:ascii="Arial" w:hAnsi="Arial"/>
                <w:sz w:val="20"/>
                <w:szCs w:val="20"/>
                <w:lang w:val="en-US"/>
              </w:rPr>
              <w:t xml:space="preserve"> / Ratio start current/Nominal current (I</w:t>
            </w:r>
            <w:r w:rsidRPr="00683B9E">
              <w:rPr>
                <w:rFonts w:ascii="Arial" w:hAnsi="Arial"/>
                <w:sz w:val="20"/>
                <w:szCs w:val="20"/>
                <w:vertAlign w:val="subscript"/>
                <w:lang w:val="en-US"/>
              </w:rPr>
              <w:t>start</w:t>
            </w:r>
            <w:r w:rsidRPr="00683B9E">
              <w:rPr>
                <w:rFonts w:ascii="Arial" w:hAnsi="Arial"/>
                <w:sz w:val="20"/>
                <w:szCs w:val="20"/>
                <w:lang w:val="en-US"/>
              </w:rPr>
              <w:t>/I</w:t>
            </w:r>
            <w:r w:rsidRPr="00683B9E">
              <w:rPr>
                <w:rFonts w:ascii="Arial" w:hAnsi="Arial"/>
                <w:sz w:val="20"/>
                <w:szCs w:val="20"/>
                <w:vertAlign w:val="subscript"/>
                <w:lang w:val="en-US"/>
              </w:rPr>
              <w:t>n</w:t>
            </w:r>
            <w:r w:rsidRPr="00683B9E">
              <w:rPr>
                <w:rFonts w:ascii="Arial" w:hAnsi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gridSpan w:val="2"/>
          </w:tcPr>
          <w:p w:rsidR="00683B9E" w:rsidRP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</w:tcPr>
          <w:p w:rsidR="00683B9E" w:rsidRP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2.11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744F06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Кратность пускового момента (M</w:t>
            </w:r>
            <w:r w:rsidRPr="00683B9E">
              <w:rPr>
                <w:rFonts w:ascii="Arial" w:hAnsi="Arial"/>
                <w:b/>
                <w:sz w:val="20"/>
                <w:szCs w:val="20"/>
                <w:vertAlign w:val="subscript"/>
              </w:rPr>
              <w:t>старт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/M</w:t>
            </w:r>
            <w:r w:rsidRPr="00683B9E">
              <w:rPr>
                <w:rFonts w:ascii="Arial" w:hAnsi="Arial"/>
                <w:b/>
                <w:sz w:val="20"/>
                <w:szCs w:val="20"/>
                <w:vertAlign w:val="subscript"/>
              </w:rPr>
              <w:t>н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Ratio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torque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M</w:t>
            </w:r>
            <w:r w:rsidRPr="00744F06">
              <w:rPr>
                <w:rFonts w:ascii="Arial" w:hAnsi="Arial"/>
                <w:sz w:val="20"/>
                <w:szCs w:val="20"/>
                <w:vertAlign w:val="subscript"/>
              </w:rPr>
              <w:t>start</w:t>
            </w:r>
            <w:r w:rsidRPr="00744F06"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t>M</w:t>
            </w:r>
            <w:r w:rsidRPr="00744F06">
              <w:rPr>
                <w:rFonts w:ascii="Arial" w:hAnsi="Arial"/>
                <w:sz w:val="20"/>
                <w:szCs w:val="20"/>
                <w:vertAlign w:val="subscript"/>
              </w:rPr>
              <w:t>n</w:t>
            </w:r>
            <w:r w:rsidRPr="00744F06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2.12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744F06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Критический момент Ммакс/Мном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Critical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torque</w:t>
            </w:r>
            <w:r w:rsidRPr="00744F06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Mmax</w:t>
            </w:r>
            <w:r w:rsidRPr="00744F06"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t>Mn</w:t>
            </w:r>
            <w:r w:rsidRPr="00744F06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Pr="002F17E1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N*m</w:t>
            </w:r>
          </w:p>
        </w:tc>
      </w:tr>
      <w:tr w:rsidR="00683B9E" w:rsidTr="00E159BA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2.13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683B9E" w:rsidRDefault="00683B9E" w:rsidP="00E159B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Ток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в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точке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критического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момента</w:t>
            </w:r>
            <w:r w:rsidRPr="00683B9E">
              <w:rPr>
                <w:rFonts w:ascii="Arial" w:hAnsi="Arial" w:cs="Arial"/>
                <w:sz w:val="20"/>
                <w:szCs w:val="20"/>
                <w:lang w:val="en-US"/>
              </w:rPr>
              <w:t xml:space="preserve"> / Current at the point of critical moment</w:t>
            </w:r>
          </w:p>
        </w:tc>
        <w:tc>
          <w:tcPr>
            <w:tcW w:w="1417" w:type="dxa"/>
            <w:gridSpan w:val="2"/>
          </w:tcPr>
          <w:p w:rsidR="00683B9E" w:rsidRP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278" w:type="dxa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</w:t>
            </w:r>
          </w:p>
        </w:tc>
      </w:tr>
      <w:tr w:rsidR="00683B9E" w:rsidTr="00E159BA">
        <w:trPr>
          <w:trHeight w:val="662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2F17E1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Момент инерции ротора двигателя, выделить нужное - G*D</w:t>
            </w:r>
            <w:r w:rsidRPr="00683B9E">
              <w:rPr>
                <w:rFonts w:ascii="Arial" w:hAnsi="Arial"/>
                <w:b/>
                <w:sz w:val="20"/>
                <w:szCs w:val="20"/>
                <w:vertAlign w:val="superscript"/>
              </w:rPr>
              <w:t xml:space="preserve">2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или 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4F06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Moment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intertia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rotor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mark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2F17E1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F17E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1417" w:type="dxa"/>
            <w:gridSpan w:val="2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8" w:type="dxa"/>
          </w:tcPr>
          <w:p w:rsidR="00683B9E" w:rsidRPr="002F17E1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тМ/kg*m</w:t>
            </w:r>
            <w:r w:rsidRPr="002F17E1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</w:p>
        </w:tc>
      </w:tr>
      <w:tr w:rsidR="00683B9E" w:rsidTr="00683B9E">
        <w:trPr>
          <w:trHeight w:val="641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A53E47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График характеристики двигателя – Момент – Скорость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17E1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Graph</w:t>
            </w:r>
            <w:r w:rsidRPr="00A53E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Moment</w:t>
            </w:r>
            <w:r w:rsidRPr="00A53E4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Speed</w:t>
            </w:r>
          </w:p>
        </w:tc>
        <w:tc>
          <w:tcPr>
            <w:tcW w:w="2695" w:type="dxa"/>
            <w:gridSpan w:val="3"/>
          </w:tcPr>
          <w:p w:rsidR="00683B9E" w:rsidRDefault="00683B9E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683B9E">
        <w:trPr>
          <w:trHeight w:val="320"/>
        </w:trPr>
        <w:tc>
          <w:tcPr>
            <w:tcW w:w="614" w:type="dxa"/>
            <w:vAlign w:val="center"/>
          </w:tcPr>
          <w:p w:rsidR="00683B9E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A53E47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График характеристики двигателя – Ток – Скорость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3E47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Graph</w:t>
            </w:r>
            <w:r w:rsidRPr="00A53E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Current</w:t>
            </w:r>
            <w:r w:rsidRPr="00A53E4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Speed</w:t>
            </w:r>
          </w:p>
        </w:tc>
        <w:tc>
          <w:tcPr>
            <w:tcW w:w="2695" w:type="dxa"/>
            <w:gridSpan w:val="3"/>
          </w:tcPr>
          <w:p w:rsidR="00683B9E" w:rsidRDefault="00683B9E" w:rsidP="00E15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B9E" w:rsidTr="00E159BA">
        <w:trPr>
          <w:trHeight w:val="812"/>
        </w:trPr>
        <w:tc>
          <w:tcPr>
            <w:tcW w:w="614" w:type="dxa"/>
            <w:vAlign w:val="center"/>
          </w:tcPr>
          <w:p w:rsidR="00683B9E" w:rsidRDefault="00683B9E" w:rsidP="00E159B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A53E47" w:rsidRDefault="00683B9E" w:rsidP="00E159B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Подключение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/ Connection</w:t>
            </w:r>
          </w:p>
        </w:tc>
        <w:tc>
          <w:tcPr>
            <w:tcW w:w="1115" w:type="dxa"/>
          </w:tcPr>
          <w:p w:rsidR="00683B9E" w:rsidRDefault="0001654C" w:rsidP="00E159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lang w:eastAsia="en-US"/>
              </w:rPr>
              <w:pict>
                <v:shape id="_x0000_s1031" type="#_x0000_t202" style="position:absolute;margin-left:33.65pt;margin-top:1pt;width:14.4pt;height:9.6pt;z-index:251664384;mso-position-horizontal-relative:text;mso-position-vertical-relative:text">
                  <v:textbox style="mso-next-textbox:#_x0000_s1031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" name="Рисунок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>
              <w:rPr>
                <w:rFonts w:ascii="Arial" w:hAnsi="Arial"/>
                <w:sz w:val="18"/>
                <w:szCs w:val="18"/>
              </w:rPr>
              <w:t>Звезда</w:t>
            </w:r>
            <w:r w:rsidR="00683B9E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683B9E" w:rsidRPr="00A53E47" w:rsidRDefault="00683B9E" w:rsidP="00E159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Star</w:t>
            </w:r>
          </w:p>
        </w:tc>
        <w:tc>
          <w:tcPr>
            <w:tcW w:w="1580" w:type="dxa"/>
            <w:gridSpan w:val="2"/>
          </w:tcPr>
          <w:p w:rsidR="00683B9E" w:rsidRDefault="0001654C" w:rsidP="00E159BA">
            <w:pPr>
              <w:spacing w:before="40" w:after="4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pict>
                <v:shape id="_x0000_s1032" type="#_x0000_t202" style="position:absolute;margin-left:56.85pt;margin-top:1.9pt;width:14.4pt;height:9.6pt;z-index:251665408;mso-position-horizontal-relative:text;mso-position-vertical-relative:text">
                  <v:textbox style="mso-next-textbox:#_x0000_s1032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9" name="Рисунок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>
              <w:rPr>
                <w:rFonts w:ascii="Arial" w:hAnsi="Arial"/>
                <w:sz w:val="18"/>
                <w:szCs w:val="18"/>
              </w:rPr>
              <w:t>Треугольник/</w:t>
            </w:r>
          </w:p>
          <w:p w:rsidR="00683B9E" w:rsidRPr="00A53E47" w:rsidRDefault="00683B9E" w:rsidP="00E159B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Delta</w:t>
            </w:r>
          </w:p>
        </w:tc>
      </w:tr>
      <w:tr w:rsidR="00683B9E" w:rsidRPr="0001654C" w:rsidTr="00683B9E">
        <w:trPr>
          <w:trHeight w:val="363"/>
        </w:trPr>
        <w:tc>
          <w:tcPr>
            <w:tcW w:w="614" w:type="dxa"/>
            <w:vAlign w:val="center"/>
          </w:tcPr>
          <w:p w:rsidR="00683B9E" w:rsidRDefault="00683B9E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683B9E" w:rsidRDefault="00683B9E" w:rsidP="00E159B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Тип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защитного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реле</w:t>
            </w:r>
            <w:r w:rsidRPr="00683B9E">
              <w:rPr>
                <w:rFonts w:ascii="Arial" w:hAnsi="Arial" w:cs="Arial"/>
                <w:sz w:val="20"/>
                <w:szCs w:val="20"/>
                <w:lang w:val="en-US"/>
              </w:rPr>
              <w:t xml:space="preserve"> / Protection Relay Type</w:t>
            </w:r>
          </w:p>
        </w:tc>
        <w:tc>
          <w:tcPr>
            <w:tcW w:w="2695" w:type="dxa"/>
            <w:gridSpan w:val="3"/>
          </w:tcPr>
          <w:p w:rsidR="00683B9E" w:rsidRPr="00683B9E" w:rsidRDefault="00683B9E" w:rsidP="00E159B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3B9E" w:rsidRPr="0001654C" w:rsidTr="00683B9E">
        <w:trPr>
          <w:trHeight w:val="662"/>
        </w:trPr>
        <w:tc>
          <w:tcPr>
            <w:tcW w:w="614" w:type="dxa"/>
            <w:vAlign w:val="center"/>
          </w:tcPr>
          <w:p w:rsidR="00683B9E" w:rsidRDefault="00683B9E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683B9E" w:rsidRDefault="00683B9E" w:rsidP="00E159B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Тип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количество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датчиков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температуры</w:t>
            </w:r>
            <w:r w:rsidRPr="00683B9E">
              <w:rPr>
                <w:rFonts w:ascii="Arial" w:hAnsi="Arial" w:cs="Arial"/>
                <w:sz w:val="20"/>
                <w:szCs w:val="20"/>
                <w:lang w:val="en-US"/>
              </w:rPr>
              <w:t xml:space="preserve"> / Type and quantity of the temperature sensors</w:t>
            </w:r>
          </w:p>
        </w:tc>
        <w:tc>
          <w:tcPr>
            <w:tcW w:w="2695" w:type="dxa"/>
            <w:gridSpan w:val="3"/>
          </w:tcPr>
          <w:p w:rsidR="00683B9E" w:rsidRPr="00683B9E" w:rsidRDefault="00683B9E" w:rsidP="00E159BA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3B9E" w:rsidTr="00E159BA">
        <w:trPr>
          <w:trHeight w:val="705"/>
        </w:trPr>
        <w:tc>
          <w:tcPr>
            <w:tcW w:w="614" w:type="dxa"/>
            <w:vAlign w:val="center"/>
          </w:tcPr>
          <w:p w:rsidR="00683B9E" w:rsidRDefault="00683B9E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7330" w:type="dxa"/>
            <w:gridSpan w:val="3"/>
            <w:vAlign w:val="center"/>
          </w:tcPr>
          <w:p w:rsidR="00683B9E" w:rsidRPr="00A53E47" w:rsidRDefault="00683B9E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Требуется ли защитное реле для двигателя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 / Do you need electronic motor protection relay</w:t>
            </w:r>
          </w:p>
        </w:tc>
        <w:tc>
          <w:tcPr>
            <w:tcW w:w="1417" w:type="dxa"/>
            <w:gridSpan w:val="2"/>
          </w:tcPr>
          <w:p w:rsidR="00683B9E" w:rsidRPr="00A53E47" w:rsidRDefault="0001654C" w:rsidP="00E159BA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30" type="#_x0000_t202" style="position:absolute;left:0;text-align:left;margin-left:47.95pt;margin-top:1.2pt;width:14.4pt;height:9.6pt;z-index:251663360;mso-position-horizontal-relative:text;mso-position-vertical-relative:text">
                  <v:textbox style="mso-next-textbox:#_x0000_s1030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0" name="Рисунок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278" w:type="dxa"/>
          </w:tcPr>
          <w:p w:rsidR="00683B9E" w:rsidRPr="00A53E47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29" type="#_x0000_t202" style="position:absolute;margin-left:32.15pt;margin-top:1.5pt;width:14.4pt;height:9.6pt;z-index:251662336;mso-position-horizontal-relative:text;mso-position-vertical-relative:text">
                  <v:textbox style="mso-next-textbox:#_x0000_s1029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1" name="Рисунок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>
              <w:rPr>
                <w:rFonts w:ascii="Arial" w:hAnsi="Arial" w:cs="Arial"/>
                <w:sz w:val="20"/>
                <w:szCs w:val="20"/>
              </w:rPr>
              <w:t>Нет</w:t>
            </w:r>
            <w:r w:rsidR="00683B9E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</w:tbl>
    <w:p w:rsidR="00683B9E" w:rsidRDefault="00683B9E" w:rsidP="00683B9E">
      <w:pPr>
        <w:jc w:val="center"/>
        <w:rPr>
          <w:rFonts w:ascii="Arial" w:hAnsi="Arial"/>
          <w:sz w:val="16"/>
        </w:rPr>
      </w:pPr>
    </w:p>
    <w:p w:rsidR="00683B9E" w:rsidRDefault="00683B9E" w:rsidP="00683B9E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p w:rsidR="00683B9E" w:rsidRDefault="00683B9E" w:rsidP="00683B9E">
      <w:pPr>
        <w:tabs>
          <w:tab w:val="left" w:pos="3465"/>
        </w:tabs>
        <w:rPr>
          <w:sz w:val="16"/>
          <w:szCs w:val="16"/>
        </w:rPr>
      </w:pPr>
    </w:p>
    <w:tbl>
      <w:tblPr>
        <w:tblpPr w:leftFromText="180" w:rightFromText="180" w:vertAnchor="page" w:horzAnchor="margin" w:tblpY="1470"/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7212"/>
        <w:gridCol w:w="1447"/>
        <w:gridCol w:w="1228"/>
      </w:tblGrid>
      <w:tr w:rsidR="00683B9E" w:rsidTr="00E159BA">
        <w:trPr>
          <w:trHeight w:val="881"/>
        </w:trPr>
        <w:tc>
          <w:tcPr>
            <w:tcW w:w="10567" w:type="dxa"/>
            <w:gridSpan w:val="4"/>
            <w:vAlign w:val="center"/>
          </w:tcPr>
          <w:p w:rsidR="00683B9E" w:rsidRPr="00A53E47" w:rsidRDefault="00683B9E" w:rsidP="00E159BA">
            <w:pPr>
              <w:spacing w:before="120" w:after="12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3. Приводимый механизм</w:t>
            </w:r>
            <w:r w:rsidRPr="00A53E47">
              <w:rPr>
                <w:rFonts w:ascii="Arial" w:hAnsi="Arial"/>
                <w:b/>
                <w:sz w:val="22"/>
                <w:u w:val="single"/>
              </w:rPr>
              <w:t xml:space="preserve"> / </w:t>
            </w:r>
            <w:r w:rsidRPr="00683B9E">
              <w:rPr>
                <w:rFonts w:ascii="Arial" w:hAnsi="Arial"/>
                <w:sz w:val="22"/>
                <w:u w:val="single"/>
              </w:rPr>
              <w:t>Drived mechanism</w:t>
            </w: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</w:t>
            </w:r>
          </w:p>
        </w:tc>
        <w:tc>
          <w:tcPr>
            <w:tcW w:w="7212" w:type="dxa"/>
            <w:vAlign w:val="center"/>
          </w:tcPr>
          <w:p w:rsidR="00683B9E" w:rsidRPr="00A53E47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Название</w:t>
            </w:r>
            <w:r>
              <w:rPr>
                <w:rFonts w:ascii="Arial" w:hAnsi="Arial"/>
                <w:sz w:val="20"/>
                <w:szCs w:val="20"/>
              </w:rPr>
              <w:t xml:space="preserve"> / Name</w:t>
            </w:r>
          </w:p>
        </w:tc>
        <w:tc>
          <w:tcPr>
            <w:tcW w:w="2675" w:type="dxa"/>
            <w:gridSpan w:val="2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3.2</w:t>
            </w:r>
          </w:p>
        </w:tc>
        <w:tc>
          <w:tcPr>
            <w:tcW w:w="7212" w:type="dxa"/>
            <w:vAlign w:val="center"/>
          </w:tcPr>
          <w:p w:rsidR="00683B9E" w:rsidRPr="00A53E47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Производитель</w:t>
            </w:r>
            <w:r>
              <w:rPr>
                <w:rFonts w:ascii="Arial" w:hAnsi="Arial"/>
                <w:sz w:val="20"/>
                <w:szCs w:val="20"/>
              </w:rPr>
              <w:t xml:space="preserve"> / Producer</w:t>
            </w:r>
          </w:p>
        </w:tc>
        <w:tc>
          <w:tcPr>
            <w:tcW w:w="2675" w:type="dxa"/>
            <w:gridSpan w:val="2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RPr="0001654C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3.3</w:t>
            </w:r>
          </w:p>
        </w:tc>
        <w:tc>
          <w:tcPr>
            <w:tcW w:w="7212" w:type="dxa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Год</w:t>
            </w:r>
            <w:r w:rsidRPr="00683B9E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выпуска</w:t>
            </w:r>
            <w:r w:rsidRPr="00683B9E">
              <w:rPr>
                <w:rFonts w:ascii="Arial" w:hAnsi="Arial"/>
                <w:sz w:val="20"/>
                <w:szCs w:val="20"/>
                <w:lang w:val="en-US"/>
              </w:rPr>
              <w:t xml:space="preserve"> / Year of production</w:t>
            </w:r>
          </w:p>
        </w:tc>
        <w:tc>
          <w:tcPr>
            <w:tcW w:w="2675" w:type="dxa"/>
            <w:gridSpan w:val="2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</w:t>
            </w:r>
          </w:p>
        </w:tc>
        <w:tc>
          <w:tcPr>
            <w:tcW w:w="7212" w:type="dxa"/>
            <w:vAlign w:val="center"/>
          </w:tcPr>
          <w:p w:rsidR="00683B9E" w:rsidRPr="00A53E47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Тип механизма</w:t>
            </w:r>
            <w:r>
              <w:rPr>
                <w:rFonts w:ascii="Arial" w:hAnsi="Arial"/>
                <w:sz w:val="20"/>
                <w:szCs w:val="20"/>
              </w:rPr>
              <w:t xml:space="preserve"> / Type</w:t>
            </w:r>
          </w:p>
        </w:tc>
        <w:tc>
          <w:tcPr>
            <w:tcW w:w="2675" w:type="dxa"/>
            <w:gridSpan w:val="2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E159BA">
        <w:trPr>
          <w:trHeight w:val="85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3.5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Есть ли редуктор/мультипликатор или другой привод (какой?)</w:t>
            </w:r>
            <w:r>
              <w:rPr>
                <w:rFonts w:ascii="Arial" w:hAnsi="Arial"/>
                <w:sz w:val="20"/>
                <w:szCs w:val="20"/>
              </w:rPr>
              <w:t xml:space="preserve"> / Is there any mechnical drive: reducer, multiplier, etc</w:t>
            </w:r>
          </w:p>
        </w:tc>
        <w:tc>
          <w:tcPr>
            <w:tcW w:w="1447" w:type="dxa"/>
            <w:vAlign w:val="center"/>
          </w:tcPr>
          <w:p w:rsidR="00683B9E" w:rsidRPr="00EA12F9" w:rsidRDefault="00683B9E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228" w:type="dxa"/>
            <w:vAlign w:val="center"/>
          </w:tcPr>
          <w:p w:rsidR="00683B9E" w:rsidRPr="00EA12F9" w:rsidRDefault="00683B9E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3.6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Номинальная мощность</w:t>
            </w:r>
            <w:r>
              <w:rPr>
                <w:rFonts w:ascii="Arial" w:hAnsi="Arial"/>
                <w:sz w:val="20"/>
                <w:szCs w:val="20"/>
              </w:rPr>
              <w:t xml:space="preserve"> / Nominal power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кВт/kW</w:t>
            </w: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3.7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Реальная рабочая потребляемая мощность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Real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working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power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кВт/kW</w:t>
            </w: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3.8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Максимальная потребляемая мощность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Maximal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working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power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кВт/kW</w:t>
            </w: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3.9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Частота вращения</w:t>
            </w:r>
            <w:r>
              <w:rPr>
                <w:rFonts w:ascii="Arial" w:hAnsi="Arial"/>
                <w:sz w:val="20"/>
                <w:szCs w:val="20"/>
              </w:rPr>
              <w:t xml:space="preserve"> / Rotation speed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16"/>
                <w:szCs w:val="16"/>
              </w:rPr>
            </w:pPr>
            <w:r w:rsidRPr="00EA12F9">
              <w:rPr>
                <w:rFonts w:ascii="Arial" w:hAnsi="Arial"/>
                <w:sz w:val="16"/>
                <w:szCs w:val="16"/>
              </w:rPr>
              <w:t>мин</w:t>
            </w:r>
            <w:r w:rsidRPr="00EA12F9">
              <w:rPr>
                <w:rFonts w:ascii="Arial" w:hAnsi="Arial"/>
                <w:sz w:val="16"/>
                <w:szCs w:val="16"/>
                <w:vertAlign w:val="superscript"/>
              </w:rPr>
              <w:t>-1</w:t>
            </w:r>
            <w:r w:rsidRPr="00EA12F9">
              <w:rPr>
                <w:rFonts w:ascii="Arial" w:hAnsi="Arial"/>
                <w:sz w:val="16"/>
                <w:szCs w:val="16"/>
              </w:rPr>
              <w:t>/min</w:t>
            </w:r>
            <w:r w:rsidRPr="00EA12F9">
              <w:rPr>
                <w:rFonts w:ascii="Arial" w:hAnsi="Arial"/>
                <w:sz w:val="16"/>
                <w:szCs w:val="16"/>
                <w:vertAlign w:val="superscript"/>
              </w:rPr>
              <w:t>-1</w:t>
            </w:r>
          </w:p>
        </w:tc>
      </w:tr>
      <w:tr w:rsidR="00683B9E" w:rsidRPr="0001654C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3.10</w:t>
            </w:r>
          </w:p>
        </w:tc>
        <w:tc>
          <w:tcPr>
            <w:tcW w:w="7212" w:type="dxa"/>
            <w:vAlign w:val="center"/>
          </w:tcPr>
          <w:p w:rsidR="00683B9E" w:rsidRPr="00683B9E" w:rsidRDefault="00683B9E" w:rsidP="00E159BA">
            <w:pPr>
              <w:ind w:right="-1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Количество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пусков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в</w:t>
            </w:r>
            <w:r w:rsidRPr="00683B9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83B9E">
              <w:rPr>
                <w:rFonts w:ascii="Arial" w:hAnsi="Arial" w:cs="Arial"/>
                <w:b/>
                <w:sz w:val="20"/>
                <w:szCs w:val="20"/>
              </w:rPr>
              <w:t>час</w:t>
            </w:r>
            <w:r w:rsidRPr="00683B9E">
              <w:rPr>
                <w:rFonts w:ascii="Arial" w:hAnsi="Arial" w:cs="Arial"/>
                <w:sz w:val="20"/>
                <w:szCs w:val="20"/>
                <w:lang w:val="en-US"/>
              </w:rPr>
              <w:t xml:space="preserve"> / Number of starts per hour</w:t>
            </w:r>
          </w:p>
        </w:tc>
        <w:tc>
          <w:tcPr>
            <w:tcW w:w="1447" w:type="dxa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vAlign w:val="center"/>
          </w:tcPr>
          <w:p w:rsidR="00683B9E" w:rsidRPr="00683B9E" w:rsidRDefault="00683B9E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3.11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ind w:right="-108"/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Номинальный момент нагрузки на валу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Nominal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torque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on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shaft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Pr="00CB0DE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*</w:t>
            </w:r>
            <w:r>
              <w:rPr>
                <w:rFonts w:ascii="Arial" w:hAnsi="Arial"/>
                <w:sz w:val="20"/>
                <w:szCs w:val="20"/>
              </w:rPr>
              <w:t>м/N*m</w:t>
            </w:r>
          </w:p>
        </w:tc>
      </w:tr>
      <w:tr w:rsidR="00683B9E" w:rsidTr="00E159BA">
        <w:trPr>
          <w:trHeight w:val="41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3.12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Максимальный пусковой момент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Maximal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starting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torque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*</w:t>
            </w:r>
            <w:r>
              <w:rPr>
                <w:rFonts w:ascii="Arial" w:hAnsi="Arial"/>
                <w:sz w:val="20"/>
                <w:szCs w:val="20"/>
              </w:rPr>
              <w:t>м/N*m</w:t>
            </w:r>
          </w:p>
        </w:tc>
      </w:tr>
      <w:tr w:rsidR="00683B9E" w:rsidTr="00E159BA">
        <w:trPr>
          <w:trHeight w:val="826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3.13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ind w:right="-249"/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Момент инерции на валу привода механизма, выделить нужное - G*D</w:t>
            </w:r>
            <w:r w:rsidRPr="00683B9E">
              <w:rPr>
                <w:rFonts w:ascii="Arial" w:hAnsi="Arial"/>
                <w:b/>
                <w:sz w:val="20"/>
                <w:szCs w:val="20"/>
                <w:vertAlign w:val="superscript"/>
              </w:rPr>
              <w:t xml:space="preserve">2 </w:t>
            </w:r>
            <w:r w:rsidRPr="00683B9E">
              <w:rPr>
                <w:rFonts w:ascii="Arial" w:hAnsi="Arial"/>
                <w:b/>
                <w:sz w:val="20"/>
                <w:szCs w:val="20"/>
              </w:rPr>
              <w:t>или J</w:t>
            </w:r>
            <w:r w:rsidRPr="00EA12F9"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t>Moment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of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inertia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on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shaft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? </w:t>
            </w:r>
            <w:r>
              <w:rPr>
                <w:rFonts w:ascii="Arial" w:hAnsi="Arial"/>
                <w:sz w:val="20"/>
                <w:szCs w:val="20"/>
              </w:rPr>
              <w:t>Mark G*D</w:t>
            </w:r>
            <w:r w:rsidRPr="00EA12F9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or J</w:t>
            </w:r>
          </w:p>
        </w:tc>
        <w:tc>
          <w:tcPr>
            <w:tcW w:w="1447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683B9E" w:rsidRPr="00CB0DE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EA12F9">
              <w:rPr>
                <w:rFonts w:ascii="Arial" w:hAnsi="Arial"/>
                <w:sz w:val="20"/>
                <w:szCs w:val="20"/>
              </w:rPr>
              <w:t>кг</w:t>
            </w:r>
            <w:r w:rsidRPr="00EA12F9">
              <w:rPr>
                <w:rFonts w:ascii="Arial" w:hAnsi="Arial"/>
                <w:sz w:val="20"/>
                <w:szCs w:val="20"/>
                <w:vertAlign w:val="subscript"/>
              </w:rPr>
              <w:t>*</w:t>
            </w:r>
            <w:r w:rsidRPr="00EA12F9">
              <w:rPr>
                <w:rFonts w:ascii="Arial" w:hAnsi="Arial"/>
                <w:sz w:val="20"/>
                <w:szCs w:val="20"/>
              </w:rPr>
              <w:t>м</w:t>
            </w:r>
            <w:r w:rsidRPr="00EA12F9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/kg*m</w:t>
            </w:r>
            <w:r w:rsidRPr="00CB0DEE"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</w:p>
        </w:tc>
      </w:tr>
      <w:tr w:rsidR="00683B9E" w:rsidTr="00E159BA">
        <w:trPr>
          <w:trHeight w:val="826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3.14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 w:cs="Arial"/>
                <w:sz w:val="20"/>
                <w:szCs w:val="20"/>
              </w:rPr>
            </w:pPr>
            <w:r w:rsidRPr="00683B9E">
              <w:rPr>
                <w:rFonts w:ascii="Arial" w:hAnsi="Arial" w:cs="Arial"/>
                <w:b/>
                <w:sz w:val="20"/>
                <w:szCs w:val="20"/>
              </w:rPr>
              <w:t>График характеристики нагрузки – Момент – Скорость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12F9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Graph</w:t>
            </w:r>
            <w:r w:rsidRPr="00EA12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Torque</w:t>
            </w:r>
            <w:r w:rsidRPr="00EA12F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Speed</w:t>
            </w:r>
          </w:p>
        </w:tc>
        <w:tc>
          <w:tcPr>
            <w:tcW w:w="2675" w:type="dxa"/>
            <w:gridSpan w:val="2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83B9E" w:rsidTr="00E159BA">
        <w:trPr>
          <w:trHeight w:val="853"/>
        </w:trPr>
        <w:tc>
          <w:tcPr>
            <w:tcW w:w="680" w:type="dxa"/>
            <w:vAlign w:val="center"/>
          </w:tcPr>
          <w:p w:rsidR="00683B9E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3.15</w:t>
            </w:r>
          </w:p>
        </w:tc>
        <w:tc>
          <w:tcPr>
            <w:tcW w:w="7212" w:type="dxa"/>
            <w:vAlign w:val="center"/>
          </w:tcPr>
          <w:p w:rsidR="00683B9E" w:rsidRPr="00EA12F9" w:rsidRDefault="00683B9E" w:rsidP="00E159BA">
            <w:pPr>
              <w:rPr>
                <w:rFonts w:ascii="Arial" w:hAnsi="Arial"/>
                <w:sz w:val="20"/>
                <w:szCs w:val="20"/>
              </w:rPr>
            </w:pPr>
            <w:r w:rsidRPr="00683B9E">
              <w:rPr>
                <w:rFonts w:ascii="Arial" w:hAnsi="Arial"/>
                <w:b/>
                <w:sz w:val="20"/>
                <w:szCs w:val="20"/>
              </w:rPr>
              <w:t>Происходит ли пуск под полной нагрузкой или нет? Указать подробнее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No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load</w:t>
            </w:r>
            <w:r w:rsidRPr="00EA12F9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</w:t>
            </w:r>
          </w:p>
        </w:tc>
        <w:tc>
          <w:tcPr>
            <w:tcW w:w="1447" w:type="dxa"/>
            <w:vAlign w:val="center"/>
          </w:tcPr>
          <w:p w:rsidR="00683B9E" w:rsidRPr="00EA12F9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37" type="#_x0000_t202" style="position:absolute;margin-left:48.7pt;margin-top:14.3pt;width:14.4pt;height:9.6pt;z-index:251670528;mso-position-horizontal-relative:text;mso-position-vertical-relative:text">
                  <v:textbox style="mso-next-textbox:#_x0000_s1037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2" name="Рисунок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228" w:type="dxa"/>
            <w:vAlign w:val="center"/>
          </w:tcPr>
          <w:p w:rsidR="00683B9E" w:rsidRPr="00EA12F9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36" type="#_x0000_t202" style="position:absolute;margin-left:35.55pt;margin-top:13.4pt;width:14.4pt;height:9.6pt;z-index:251669504;mso-position-horizontal-relative:text;mso-position-vertical-relative:text">
                  <v:textbox style="mso-next-textbox:#_x0000_s1036">
                    <w:txbxContent>
                      <w:p w:rsidR="00683B9E" w:rsidRDefault="00BA3B91" w:rsidP="00683B9E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3" name="Рисунок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83B9E">
              <w:rPr>
                <w:rFonts w:ascii="Arial" w:hAnsi="Arial" w:cs="Arial"/>
                <w:sz w:val="20"/>
                <w:szCs w:val="20"/>
              </w:rPr>
              <w:t>Нет</w:t>
            </w:r>
            <w:r w:rsidR="00683B9E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</w:tbl>
    <w:p w:rsidR="00B7226D" w:rsidRDefault="00B7226D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tbl>
      <w:tblPr>
        <w:tblW w:w="1071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334"/>
        <w:gridCol w:w="1445"/>
        <w:gridCol w:w="1165"/>
      </w:tblGrid>
      <w:tr w:rsidR="00554EEA" w:rsidRPr="0001654C" w:rsidTr="00554EEA">
        <w:trPr>
          <w:trHeight w:val="627"/>
        </w:trPr>
        <w:tc>
          <w:tcPr>
            <w:tcW w:w="10718" w:type="dxa"/>
            <w:gridSpan w:val="4"/>
          </w:tcPr>
          <w:p w:rsidR="00554EEA" w:rsidRPr="00BA3B91" w:rsidRDefault="00554EEA" w:rsidP="00554EEA">
            <w:pPr>
              <w:spacing w:before="120" w:after="120"/>
              <w:jc w:val="center"/>
              <w:rPr>
                <w:rFonts w:ascii="Arial" w:hAnsi="Arial"/>
                <w:sz w:val="16"/>
                <w:u w:val="single"/>
                <w:lang w:val="en-US"/>
              </w:rPr>
            </w:pPr>
            <w:r w:rsidRPr="00BA3B91">
              <w:rPr>
                <w:rFonts w:ascii="Arial" w:hAnsi="Arial"/>
                <w:b/>
                <w:sz w:val="22"/>
                <w:u w:val="single"/>
                <w:lang w:val="en-US"/>
              </w:rPr>
              <w:lastRenderedPageBreak/>
              <w:t xml:space="preserve">4. </w:t>
            </w:r>
            <w:r w:rsidRPr="00BA3B91">
              <w:rPr>
                <w:rFonts w:ascii="Arial" w:hAnsi="Arial"/>
                <w:b/>
                <w:sz w:val="22"/>
                <w:u w:val="single"/>
              </w:rPr>
              <w:t>УПП</w:t>
            </w:r>
            <w:r w:rsidRPr="00BA3B91">
              <w:rPr>
                <w:rFonts w:ascii="Arial" w:hAnsi="Arial"/>
                <w:b/>
                <w:sz w:val="22"/>
                <w:u w:val="single"/>
                <w:lang w:val="en-US"/>
              </w:rPr>
              <w:t xml:space="preserve"> AuCom MVS</w:t>
            </w:r>
            <w:r w:rsidRPr="00BA3B91">
              <w:rPr>
                <w:rFonts w:ascii="Arial" w:hAnsi="Arial"/>
                <w:b/>
                <w:bCs/>
                <w:sz w:val="16"/>
                <w:u w:val="single"/>
                <w:lang w:val="en-US"/>
              </w:rPr>
              <w:t xml:space="preserve"> </w:t>
            </w:r>
            <w:r w:rsidRPr="00BA3B91">
              <w:rPr>
                <w:rFonts w:ascii="Arial" w:hAnsi="Arial"/>
                <w:b/>
                <w:sz w:val="22"/>
                <w:u w:val="single"/>
                <w:lang w:val="en-US"/>
              </w:rPr>
              <w:t xml:space="preserve">/ </w:t>
            </w:r>
            <w:r w:rsidRPr="00BA3B91">
              <w:rPr>
                <w:rFonts w:ascii="Arial" w:hAnsi="Arial"/>
                <w:sz w:val="22"/>
                <w:u w:val="single"/>
                <w:lang w:val="en-US"/>
              </w:rPr>
              <w:t>SST AuCom MVS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4.1 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Время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разгона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при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прямом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пуске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>?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 xml:space="preserve">/ 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>Acceleration time at the DOL start</w:t>
            </w:r>
          </w:p>
        </w:tc>
        <w:tc>
          <w:tcPr>
            <w:tcW w:w="1445" w:type="dxa"/>
          </w:tcPr>
          <w:p w:rsidR="00554EEA" w:rsidRP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165" w:type="dxa"/>
          </w:tcPr>
          <w:p w:rsidR="00554EEA" w:rsidRPr="00F353E5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Сек/sec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</w:t>
            </w:r>
          </w:p>
        </w:tc>
        <w:tc>
          <w:tcPr>
            <w:tcW w:w="7334" w:type="dxa"/>
          </w:tcPr>
          <w:p w:rsidR="00554EEA" w:rsidRPr="00CB0DEE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Уровень ограничения пускового тока</w:t>
            </w:r>
            <w:r w:rsidRPr="00CB0DEE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Required</w:t>
            </w:r>
            <w:r w:rsidRPr="00CB0DEE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current</w:t>
            </w:r>
            <w:r w:rsidRPr="00CB0DEE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limit</w:t>
            </w:r>
          </w:p>
        </w:tc>
        <w:tc>
          <w:tcPr>
            <w:tcW w:w="144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4.3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Требуемая кратность пускового тока (I</w:t>
            </w:r>
            <w:r w:rsidRPr="00554EEA">
              <w:rPr>
                <w:rFonts w:ascii="Arial" w:hAnsi="Arial"/>
                <w:b/>
                <w:sz w:val="20"/>
                <w:szCs w:val="20"/>
                <w:vertAlign w:val="subscript"/>
              </w:rPr>
              <w:t>старт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/I</w:t>
            </w:r>
            <w:r w:rsidRPr="00554EEA">
              <w:rPr>
                <w:rFonts w:ascii="Arial" w:hAnsi="Arial"/>
                <w:b/>
                <w:sz w:val="20"/>
                <w:szCs w:val="20"/>
                <w:vertAlign w:val="subscript"/>
              </w:rPr>
              <w:t>н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)</w:t>
            </w:r>
            <w:r w:rsidRPr="00CB0DEE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Required current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ratio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 w:rsidRPr="008D2234">
              <w:rPr>
                <w:rFonts w:ascii="Arial" w:hAnsi="Arial"/>
                <w:sz w:val="20"/>
                <w:szCs w:val="20"/>
                <w:vertAlign w:val="subscript"/>
              </w:rPr>
              <w:t>start</w:t>
            </w:r>
            <w:r w:rsidRPr="008D2234"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t>I</w:t>
            </w:r>
            <w:r w:rsidRPr="008D2234">
              <w:rPr>
                <w:rFonts w:ascii="Arial" w:hAnsi="Arial"/>
                <w:sz w:val="20"/>
                <w:szCs w:val="20"/>
                <w:vertAlign w:val="subscript"/>
              </w:rPr>
              <w:t>n</w:t>
            </w:r>
            <w:r w:rsidRPr="008D2234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610" w:type="dxa"/>
            <w:gridSpan w:val="2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4.4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уменьшение механических нагрузок на механизм</w:t>
            </w:r>
            <w:r>
              <w:rPr>
                <w:rFonts w:ascii="Arial" w:hAnsi="Arial"/>
                <w:sz w:val="20"/>
                <w:szCs w:val="20"/>
              </w:rPr>
              <w:t xml:space="preserve"> / Do you need to reduce mechanical shock during start?</w:t>
            </w:r>
          </w:p>
        </w:tc>
        <w:tc>
          <w:tcPr>
            <w:tcW w:w="144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4.5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Требуемое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время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разгона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/ Required acceleration time</w:t>
            </w:r>
          </w:p>
        </w:tc>
        <w:tc>
          <w:tcPr>
            <w:tcW w:w="1445" w:type="dxa"/>
          </w:tcPr>
          <w:p w:rsidR="00554EEA" w:rsidRP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165" w:type="dxa"/>
          </w:tcPr>
          <w:p w:rsidR="00554EEA" w:rsidRPr="00F353E5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Сек/sec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4.6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Требуемое кол-во пусков/останов в час</w:t>
            </w:r>
            <w:r>
              <w:rPr>
                <w:rFonts w:ascii="Arial" w:hAnsi="Arial"/>
                <w:sz w:val="20"/>
                <w:szCs w:val="20"/>
              </w:rPr>
              <w:t xml:space="preserve"> / Required number of starts per hour</w:t>
            </w:r>
          </w:p>
        </w:tc>
        <w:tc>
          <w:tcPr>
            <w:tcW w:w="2610" w:type="dxa"/>
            <w:gridSpan w:val="2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4.7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Время между пусками двигателя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Time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between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starts</w:t>
            </w:r>
          </w:p>
        </w:tc>
        <w:tc>
          <w:tcPr>
            <w:tcW w:w="144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5" w:type="dxa"/>
          </w:tcPr>
          <w:p w:rsidR="00554EEA" w:rsidRPr="00F353E5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Мин/min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4.8</w:t>
            </w:r>
          </w:p>
        </w:tc>
        <w:tc>
          <w:tcPr>
            <w:tcW w:w="7334" w:type="dxa"/>
          </w:tcPr>
          <w:p w:rsidR="00554EEA" w:rsidRPr="00FD6B4F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плавный останов двигателя</w:t>
            </w:r>
            <w:r>
              <w:rPr>
                <w:rFonts w:ascii="Arial" w:hAnsi="Arial"/>
                <w:sz w:val="20"/>
                <w:szCs w:val="20"/>
              </w:rPr>
              <w:t>/ Do</w:t>
            </w:r>
            <w:r w:rsidRPr="00FD6B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FD6B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 SOFT</w:t>
            </w:r>
            <w:r w:rsidRPr="00FD6B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STOP</w:t>
            </w:r>
            <w:r w:rsidRPr="00FD6B4F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445" w:type="dxa"/>
          </w:tcPr>
          <w:p w:rsidR="00554EEA" w:rsidRPr="00F353E5" w:rsidRDefault="0001654C" w:rsidP="00E159BA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11" type="#_x0000_t202" style="position:absolute;left:0;text-align:left;margin-left:47.95pt;margin-top:1.2pt;width:14.4pt;height:9.6pt;z-index:251694080;mso-position-horizontal-relative:text;mso-position-vertical-relative:text">
                  <v:textbox style="mso-next-textbox:#_x0000_s1111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19" name="Рисунок 8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10" type="#_x0000_t202" style="position:absolute;margin-left:32.15pt;margin-top:1.5pt;width:14.4pt;height:9.6pt;z-index:251693056;mso-position-horizontal-relative:text;mso-position-vertical-relative:text">
                  <v:textbox style="mso-next-textbox:#_x0000_s1110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0" name="Рисунок 8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Нет/No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4.9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многодвигательный привод?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multimotor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starting</w:t>
            </w:r>
            <w:r w:rsidRPr="008D2234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2610" w:type="dxa"/>
            <w:gridSpan w:val="2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4.9.1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Количество двигателей</w:t>
            </w:r>
            <w:r>
              <w:rPr>
                <w:rFonts w:ascii="Arial" w:hAnsi="Arial"/>
                <w:sz w:val="20"/>
                <w:szCs w:val="20"/>
              </w:rPr>
              <w:t xml:space="preserve"> / number of motors</w:t>
            </w:r>
          </w:p>
        </w:tc>
        <w:tc>
          <w:tcPr>
            <w:tcW w:w="144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5" w:type="dxa"/>
          </w:tcPr>
          <w:p w:rsidR="00554EEA" w:rsidRPr="00F353E5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Штук/pcs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4.9.2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Время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между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пусками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двигателей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/ Time between motor's starts</w:t>
            </w:r>
          </w:p>
        </w:tc>
        <w:tc>
          <w:tcPr>
            <w:tcW w:w="1445" w:type="dxa"/>
          </w:tcPr>
          <w:p w:rsidR="00554EEA" w:rsidRP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1165" w:type="dxa"/>
          </w:tcPr>
          <w:p w:rsidR="00554EEA" w:rsidRPr="00F353E5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Мин/min</w:t>
            </w:r>
          </w:p>
        </w:tc>
      </w:tr>
      <w:tr w:rsidR="00554EEA" w:rsidTr="00554EEA">
        <w:trPr>
          <w:trHeight w:val="590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4.9.3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система коммутации для многодвигательного привода?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multimotor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commutation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system</w:t>
            </w:r>
            <w:r w:rsidRPr="008D2234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445" w:type="dxa"/>
          </w:tcPr>
          <w:p w:rsidR="00554EEA" w:rsidRPr="00F353E5" w:rsidRDefault="0001654C" w:rsidP="00E15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9" type="#_x0000_t202" style="position:absolute;left:0;text-align:left;margin-left:47.95pt;margin-top:1.2pt;width:14.4pt;height:9.6pt;z-index:251692032;mso-position-horizontal-relative:text;mso-position-vertical-relative:text">
                  <v:textbox style="mso-next-textbox:#_x0000_s1109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1" name="Рисунок 8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</w:tcPr>
          <w:p w:rsidR="00554EEA" w:rsidRPr="00F353E5" w:rsidRDefault="0001654C" w:rsidP="00E159BA">
            <w:pPr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8" type="#_x0000_t202" style="position:absolute;margin-left:32.15pt;margin-top:1.5pt;width:14.4pt;height:9.6pt;z-index:251691008;mso-position-horizontal-relative:text;mso-position-vertical-relative:text">
                  <v:textbox style="mso-next-textbox:#_x0000_s1108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2" name="Рисунок 8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Нет/No</w:t>
            </w: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4.9.4</w:t>
            </w:r>
          </w:p>
        </w:tc>
        <w:tc>
          <w:tcPr>
            <w:tcW w:w="733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система контроля и управления многодвигательным приводом?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multimotor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management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and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control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system</w:t>
            </w:r>
            <w:r w:rsidRPr="008D2234">
              <w:rPr>
                <w:rFonts w:ascii="Arial" w:hAnsi="Arial"/>
                <w:sz w:val="20"/>
                <w:szCs w:val="20"/>
              </w:rPr>
              <w:t>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1445" w:type="dxa"/>
          </w:tcPr>
          <w:p w:rsidR="00554EEA" w:rsidRPr="00F353E5" w:rsidRDefault="0001654C" w:rsidP="00E159BA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1" type="#_x0000_t202" style="position:absolute;left:0;text-align:left;margin-left:47.95pt;margin-top:1.2pt;width:14.4pt;height:9.6pt;z-index:251673600;mso-position-horizontal-relative:text;mso-position-vertical-relative:text">
                  <v:textbox style="mso-next-textbox:#_x0000_s1091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3" name="Рисунок 8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0" type="#_x0000_t202" style="position:absolute;margin-left:32.15pt;margin-top:1.5pt;width:14.4pt;height:9.6pt;z-index:251672576;mso-position-horizontal-relative:text;mso-position-vertical-relative:text">
                  <v:textbox style="mso-next-textbox:#_x0000_s1090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4" name="Рисунок 8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Нет/No</w:t>
            </w:r>
          </w:p>
        </w:tc>
      </w:tr>
      <w:tr w:rsidR="00554EEA" w:rsidTr="00554EEA">
        <w:trPr>
          <w:trHeight w:val="663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4.10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система обработки данных и автоматической настройки характеристик пуска?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data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processing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and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motor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start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autoadjusting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system</w:t>
            </w:r>
            <w:r w:rsidRPr="008D2234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445" w:type="dxa"/>
          </w:tcPr>
          <w:p w:rsidR="00554EEA" w:rsidRPr="00F353E5" w:rsidRDefault="0001654C" w:rsidP="00E159BA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3" type="#_x0000_t202" style="position:absolute;left:0;text-align:left;margin-left:47.95pt;margin-top:1.2pt;width:14.4pt;height:9.6pt;z-index:251675648;mso-position-horizontal-relative:text;mso-position-vertical-relative:text">
                  <v:textbox style="mso-next-textbox:#_x0000_s1093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5" name="Рисунок 8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2" type="#_x0000_t202" style="position:absolute;margin-left:32.15pt;margin-top:1.5pt;width:14.4pt;height:9.6pt;z-index:251674624;mso-position-horizontal-relative:text;mso-position-vertical-relative:text">
                  <v:textbox style="mso-next-textbox:#_x0000_s1092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6" name="Рисунок 8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Нет/No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4.11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 xml:space="preserve">Уровень загрезненности окружающей среды 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Site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dirtying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level</w:t>
            </w:r>
          </w:p>
        </w:tc>
        <w:tc>
          <w:tcPr>
            <w:tcW w:w="2610" w:type="dxa"/>
            <w:gridSpan w:val="2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554EEA" w:rsidRPr="0001654C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4.12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Степень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защиты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УПП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(IP32, IP54, IP00)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/ Required cabinet protection</w:t>
            </w:r>
          </w:p>
        </w:tc>
        <w:tc>
          <w:tcPr>
            <w:tcW w:w="2610" w:type="dxa"/>
            <w:gridSpan w:val="2"/>
          </w:tcPr>
          <w:p w:rsidR="00554EEA" w:rsidRP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554EEA" w:rsidTr="00554EEA">
        <w:trPr>
          <w:trHeight w:val="30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4.13</w:t>
            </w:r>
          </w:p>
        </w:tc>
        <w:tc>
          <w:tcPr>
            <w:tcW w:w="7334" w:type="dxa"/>
          </w:tcPr>
          <w:p w:rsidR="00554EEA" w:rsidRPr="008D223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Температура окружающей среды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Ambient</w:t>
            </w:r>
            <w:r w:rsidRPr="008D223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temperature</w:t>
            </w:r>
          </w:p>
        </w:tc>
        <w:tc>
          <w:tcPr>
            <w:tcW w:w="144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sym w:font="Symbol" w:char="F0B0"/>
            </w:r>
            <w:r>
              <w:rPr>
                <w:rFonts w:ascii="Arial" w:hAnsi="Arial"/>
                <w:sz w:val="20"/>
                <w:szCs w:val="20"/>
              </w:rPr>
              <w:t>С</w:t>
            </w:r>
          </w:p>
        </w:tc>
      </w:tr>
      <w:tr w:rsidR="00554EEA" w:rsidTr="00554EEA">
        <w:trPr>
          <w:trHeight w:val="28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4.14</w:t>
            </w:r>
          </w:p>
        </w:tc>
        <w:tc>
          <w:tcPr>
            <w:tcW w:w="7334" w:type="dxa"/>
          </w:tcPr>
          <w:p w:rsidR="00554EEA" w:rsidRPr="0074584F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Высота над уровнем моря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Altitude</w:t>
            </w:r>
          </w:p>
        </w:tc>
        <w:tc>
          <w:tcPr>
            <w:tcW w:w="144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65" w:type="dxa"/>
          </w:tcPr>
          <w:p w:rsidR="00554EEA" w:rsidRDefault="00554EEA" w:rsidP="00E159B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</w:t>
            </w:r>
          </w:p>
        </w:tc>
      </w:tr>
      <w:tr w:rsidR="00554EEA" w:rsidTr="00554EEA">
        <w:trPr>
          <w:trHeight w:val="73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4.15</w:t>
            </w:r>
          </w:p>
        </w:tc>
        <w:tc>
          <w:tcPr>
            <w:tcW w:w="7334" w:type="dxa"/>
          </w:tcPr>
          <w:p w:rsidR="00554EEA" w:rsidRPr="0074584F" w:rsidRDefault="00554EEA" w:rsidP="00E159BA">
            <w:pPr>
              <w:rPr>
                <w:rFonts w:ascii="Arial" w:hAnsi="Arial" w:cs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дополнительный входной коммутационный шкаф в комплекте с разводкой, предохранителями и разъединителем для создания видимого разрыва 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you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need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additional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incoming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cabinet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with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fuses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 w:rsidRPr="007458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disconnect</w:t>
            </w:r>
            <w:r w:rsidRPr="0074584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44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3" type="#_x0000_t202" style="position:absolute;margin-left:47.95pt;margin-top:1.2pt;width:14.4pt;height:9.6pt;z-index:251685888;mso-position-horizontal-relative:text;mso-position-vertical-relative:text">
                  <v:textbox style="mso-next-textbox:#_x0000_s1103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7" name="Рисунок 8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pict>
                <v:shape id="_x0000_s1102" type="#_x0000_t202" style="position:absolute;margin-left:32.15pt;margin-top:1.5pt;width:14.4pt;height:9.6pt;z-index:251684864;mso-position-horizontal-relative:text;mso-position-vertical-relative:text">
                  <v:textbox style="mso-next-textbox:#_x0000_s1102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8" name="Рисунок 8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 w:rsidRPr="00A7114C">
              <w:rPr>
                <w:rFonts w:ascii="Arial" w:hAnsi="Arial" w:cs="Arial"/>
                <w:b/>
                <w:sz w:val="20"/>
                <w:szCs w:val="20"/>
              </w:rPr>
              <w:t>Нет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  <w:tr w:rsidR="00554EEA" w:rsidTr="00554EEA">
        <w:trPr>
          <w:trHeight w:val="590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4.16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 w:cs="Arial"/>
                <w:b/>
                <w:sz w:val="20"/>
                <w:szCs w:val="20"/>
              </w:rPr>
              <w:t>Требуется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ли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входной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контактор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>/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выключатель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нужное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выделить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  <w:r w:rsidRPr="00554EEA">
              <w:rPr>
                <w:rFonts w:ascii="Arial" w:hAnsi="Arial" w:cs="Arial"/>
                <w:sz w:val="20"/>
                <w:szCs w:val="20"/>
                <w:lang w:val="en-US"/>
              </w:rPr>
              <w:t xml:space="preserve"> / Do you need line contactor or circuit breaker with earthing switch</w:t>
            </w:r>
          </w:p>
        </w:tc>
        <w:tc>
          <w:tcPr>
            <w:tcW w:w="144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5" type="#_x0000_t202" style="position:absolute;margin-left:47.95pt;margin-top:1.2pt;width:14.4pt;height:9.6pt;z-index:251677696;mso-position-horizontal-relative:text;mso-position-vertical-relative:text" filled="f" fillcolor="black">
                  <v:textbox style="mso-next-textbox:#_x0000_s1095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29" name="Рисунок 8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pict>
                <v:shape id="_x0000_s1094" type="#_x0000_t202" style="position:absolute;margin-left:32.15pt;margin-top:1.5pt;width:14.4pt;height:9.6pt;z-index:251676672;mso-position-horizontal-relative:text;mso-position-vertical-relative:text">
                  <v:textbox style="mso-next-textbox:#_x0000_s1094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0" name="Рисунок 8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 w:rsidRPr="00A7114C">
              <w:rPr>
                <w:rFonts w:ascii="Arial" w:hAnsi="Arial" w:cs="Arial"/>
                <w:b/>
                <w:sz w:val="20"/>
                <w:szCs w:val="20"/>
              </w:rPr>
              <w:t>Нет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4.17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 w:cs="Arial"/>
                <w:b/>
                <w:sz w:val="20"/>
                <w:szCs w:val="20"/>
              </w:rPr>
              <w:t>Требуется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ли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шунтирующий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контактор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>/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выключатель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нужное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 w:cs="Arial"/>
                <w:b/>
                <w:sz w:val="20"/>
                <w:szCs w:val="20"/>
              </w:rPr>
              <w:t>выделить</w:t>
            </w:r>
            <w:r w:rsidRPr="00554EEA"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  <w:r w:rsidRPr="00554EEA">
              <w:rPr>
                <w:rFonts w:ascii="Arial" w:hAnsi="Arial" w:cs="Arial"/>
                <w:sz w:val="20"/>
                <w:szCs w:val="20"/>
                <w:lang w:val="en-US"/>
              </w:rPr>
              <w:t xml:space="preserve"> / Do you need by-pass contactor or circuit breaker with earthing switch</w:t>
            </w:r>
          </w:p>
        </w:tc>
        <w:tc>
          <w:tcPr>
            <w:tcW w:w="144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7" type="#_x0000_t202" style="position:absolute;margin-left:47.95pt;margin-top:1.2pt;width:14.4pt;height:9.6pt;z-index:251679744;mso-position-horizontal-relative:text;mso-position-vertical-relative:text">
                  <v:textbox style="mso-next-textbox:#_x0000_s1097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1" name="Рисунок 8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  <w:vAlign w:val="center"/>
          </w:tcPr>
          <w:p w:rsidR="00554EEA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6" type="#_x0000_t202" style="position:absolute;margin-left:32.15pt;margin-top:1.5pt;width:14.4pt;height:9.6pt;z-index:251678720;mso-position-horizontal-relative:text;mso-position-vertical-relative:text">
                  <v:textbox style="mso-next-textbox:#_x0000_s1096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2" name="Рисунок 8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4.18</w:t>
            </w:r>
          </w:p>
        </w:tc>
        <w:tc>
          <w:tcPr>
            <w:tcW w:w="7334" w:type="dxa"/>
          </w:tcPr>
          <w:p w:rsidR="00554EEA" w:rsidRPr="0074584F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 xml:space="preserve">Требуется ли интерфейс обмена данных  </w:t>
            </w:r>
            <w:r w:rsidRPr="00554EEA">
              <w:rPr>
                <w:rFonts w:ascii="Arial" w:hAnsi="Arial"/>
                <w:b/>
                <w:sz w:val="20"/>
                <w:szCs w:val="20"/>
                <w:lang w:val="de-DE"/>
              </w:rPr>
              <w:t>PROFIBUS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 xml:space="preserve">  или  </w:t>
            </w:r>
            <w:r w:rsidRPr="00554EEA">
              <w:rPr>
                <w:rFonts w:ascii="Arial" w:hAnsi="Arial"/>
                <w:b/>
                <w:sz w:val="20"/>
                <w:szCs w:val="20"/>
                <w:lang w:val="de-DE"/>
              </w:rPr>
              <w:t>MODBUS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Communication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: </w:t>
            </w:r>
            <w:r>
              <w:rPr>
                <w:rFonts w:ascii="Arial" w:hAnsi="Arial"/>
                <w:sz w:val="20"/>
                <w:szCs w:val="20"/>
              </w:rPr>
              <w:t>PPOFIBUS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or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MODBUS</w:t>
            </w:r>
          </w:p>
        </w:tc>
        <w:tc>
          <w:tcPr>
            <w:tcW w:w="1445" w:type="dxa"/>
            <w:vAlign w:val="center"/>
          </w:tcPr>
          <w:p w:rsidR="00554EEA" w:rsidRPr="00BF14AF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9" type="#_x0000_t202" style="position:absolute;margin-left:47.95pt;margin-top:1.2pt;width:14.4pt;height:9.6pt;z-index:251681792;mso-position-horizontal-relative:text;mso-position-vertical-relative:text">
                  <v:textbox style="mso-next-textbox:#_x0000_s1099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3" name="Рисунок 8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 xml:space="preserve"> Да/Yes</w:t>
            </w:r>
          </w:p>
        </w:tc>
        <w:tc>
          <w:tcPr>
            <w:tcW w:w="116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098" type="#_x0000_t202" style="position:absolute;margin-left:32.15pt;margin-top:1.5pt;width:14.4pt;height:9.6pt;z-index:251680768;mso-position-horizontal-relative:text;mso-position-vertical-relative:text">
                  <v:textbox style="mso-next-textbox:#_x0000_s1098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4" name="Рисунок 8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  <w:tr w:rsidR="00554EEA" w:rsidTr="00554EEA">
        <w:trPr>
          <w:trHeight w:val="590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4.19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ли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реле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для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защиты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двигателя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>?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/ Do you need electronic motor protection relay?</w:t>
            </w:r>
          </w:p>
        </w:tc>
        <w:tc>
          <w:tcPr>
            <w:tcW w:w="144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1" type="#_x0000_t202" style="position:absolute;margin-left:47.95pt;margin-top:1.2pt;width:14.4pt;height:9.6pt;z-index:251683840;mso-position-horizontal-relative:text;mso-position-vertical-relative:text">
                  <v:textbox style="mso-next-textbox:#_x0000_s1101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5" name="Рисунок 8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0" type="#_x0000_t202" style="position:absolute;margin-left:32.15pt;margin-top:1.5pt;width:14.4pt;height:9.6pt;z-index:251682816;mso-position-horizontal-relative:text;mso-position-vertical-relative:text">
                  <v:textbox style="mso-next-textbox:#_x0000_s1100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6" name="Рисунок 8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/No</w:t>
            </w: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4.20</w:t>
            </w:r>
          </w:p>
        </w:tc>
        <w:tc>
          <w:tcPr>
            <w:tcW w:w="7334" w:type="dxa"/>
          </w:tcPr>
          <w:p w:rsidR="00554EEA" w:rsidRPr="00294F7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система возбуждения (если синхронный)?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excitation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system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for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synchronous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motor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?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Укажите ток и напряжение возбуждения</w:t>
            </w:r>
            <w:r>
              <w:rPr>
                <w:rFonts w:ascii="Arial" w:hAnsi="Arial"/>
                <w:sz w:val="20"/>
                <w:szCs w:val="20"/>
              </w:rPr>
              <w:t>/ Exciter current and voltage ?</w:t>
            </w:r>
          </w:p>
        </w:tc>
        <w:tc>
          <w:tcPr>
            <w:tcW w:w="144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7" type="#_x0000_t202" style="position:absolute;margin-left:47.95pt;margin-top:1.2pt;width:14.4pt;height:9.6pt;z-index:251689984;mso-position-horizontal-relative:text;mso-position-vertical-relative:text">
                  <v:textbox style="mso-next-textbox:#_x0000_s1107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7" name="Рисунок 83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Да/Yes</w:t>
            </w:r>
          </w:p>
        </w:tc>
        <w:tc>
          <w:tcPr>
            <w:tcW w:w="1165" w:type="dxa"/>
            <w:vAlign w:val="center"/>
          </w:tcPr>
          <w:p w:rsidR="00554EEA" w:rsidRPr="00F353E5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6" type="#_x0000_t202" style="position:absolute;margin-left:32.15pt;margin-top:1.5pt;width:14.4pt;height:9.6pt;z-index:251688960;mso-position-horizontal-relative:text;mso-position-vertical-relative:text">
                  <v:textbox style="mso-next-textbox:#_x0000_s1106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8" name="Рисунок 83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Нет/No</w:t>
            </w:r>
          </w:p>
        </w:tc>
      </w:tr>
      <w:tr w:rsidR="00554EEA" w:rsidTr="00554EEA">
        <w:trPr>
          <w:trHeight w:val="343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4.20.1</w:t>
            </w:r>
          </w:p>
        </w:tc>
        <w:tc>
          <w:tcPr>
            <w:tcW w:w="7334" w:type="dxa"/>
          </w:tcPr>
          <w:p w:rsidR="00554EEA" w:rsidRPr="00C736A2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Ток возбуждения</w:t>
            </w:r>
            <w:r>
              <w:rPr>
                <w:rFonts w:ascii="Arial" w:hAnsi="Arial"/>
                <w:sz w:val="20"/>
                <w:szCs w:val="20"/>
              </w:rPr>
              <w:t xml:space="preserve"> / Exciting current</w:t>
            </w:r>
          </w:p>
        </w:tc>
        <w:tc>
          <w:tcPr>
            <w:tcW w:w="1445" w:type="dxa"/>
            <w:vAlign w:val="center"/>
          </w:tcPr>
          <w:p w:rsidR="00554EEA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554EEA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A</w:t>
            </w:r>
          </w:p>
        </w:tc>
      </w:tr>
      <w:tr w:rsidR="00554EEA" w:rsidTr="00554EEA">
        <w:trPr>
          <w:trHeight w:val="343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4.20.2</w:t>
            </w:r>
          </w:p>
        </w:tc>
        <w:tc>
          <w:tcPr>
            <w:tcW w:w="7334" w:type="dxa"/>
          </w:tcPr>
          <w:p w:rsidR="00554EEA" w:rsidRPr="00C736A2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Напряжение возбуждения</w:t>
            </w:r>
            <w:r>
              <w:rPr>
                <w:rFonts w:ascii="Arial" w:hAnsi="Arial"/>
                <w:sz w:val="20"/>
                <w:szCs w:val="20"/>
              </w:rPr>
              <w:t xml:space="preserve"> / Exciting voltage</w:t>
            </w:r>
          </w:p>
        </w:tc>
        <w:tc>
          <w:tcPr>
            <w:tcW w:w="1445" w:type="dxa"/>
            <w:vAlign w:val="center"/>
          </w:tcPr>
          <w:p w:rsidR="00554EEA" w:rsidRPr="00C736A2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554EEA" w:rsidRPr="00C736A2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V</w:t>
            </w:r>
          </w:p>
        </w:tc>
      </w:tr>
      <w:tr w:rsidR="00554EEA" w:rsidTr="00554EEA">
        <w:trPr>
          <w:trHeight w:val="343"/>
        </w:trPr>
        <w:tc>
          <w:tcPr>
            <w:tcW w:w="774" w:type="dxa"/>
          </w:tcPr>
          <w:p w:rsidR="00554EEA" w:rsidRPr="0074584F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4.21</w:t>
            </w:r>
          </w:p>
        </w:tc>
        <w:tc>
          <w:tcPr>
            <w:tcW w:w="7334" w:type="dxa"/>
          </w:tcPr>
          <w:p w:rsidR="00554EEA" w:rsidRPr="0074584F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модуль аналоговых выходов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need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analog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output</w:t>
            </w:r>
            <w:r w:rsidRPr="0074584F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445" w:type="dxa"/>
            <w:vAlign w:val="center"/>
          </w:tcPr>
          <w:p w:rsidR="00554EEA" w:rsidRPr="00C736A2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5" type="#_x0000_t202" style="position:absolute;margin-left:47.95pt;margin-top:1.2pt;width:14.4pt;height:9.6pt;z-index:251687936;mso-position-horizontal-relative:text;mso-position-vertical-relative:text">
                  <v:textbox style="mso-next-textbox:#_x0000_s1105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39" name="Рисунок 8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</w:t>
            </w:r>
            <w:r w:rsidR="00554EEA" w:rsidRPr="00C736A2">
              <w:rPr>
                <w:rFonts w:ascii="Arial" w:hAnsi="Arial" w:cs="Arial"/>
                <w:sz w:val="20"/>
                <w:szCs w:val="20"/>
              </w:rPr>
              <w:t>/</w:t>
            </w:r>
            <w:r w:rsidR="00554E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5" w:type="dxa"/>
            <w:vAlign w:val="center"/>
          </w:tcPr>
          <w:p w:rsidR="00554EEA" w:rsidRPr="00C736A2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04" type="#_x0000_t202" style="position:absolute;margin-left:32.15pt;margin-top:1.5pt;width:14.4pt;height:9.6pt;z-index:251686912;mso-position-horizontal-relative:text;mso-position-vertical-relative:text">
                  <v:textbox style="mso-next-textbox:#_x0000_s1104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40" name="Рисунок 84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</w:t>
            </w:r>
            <w:r w:rsidR="00554EEA" w:rsidRPr="00C736A2">
              <w:rPr>
                <w:rFonts w:ascii="Arial" w:hAnsi="Arial"/>
                <w:sz w:val="20"/>
                <w:szCs w:val="20"/>
                <w:lang w:eastAsia="en-US"/>
              </w:rPr>
              <w:t>/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No</w:t>
            </w: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Pr="005F2456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4.22</w:t>
            </w:r>
          </w:p>
        </w:tc>
        <w:tc>
          <w:tcPr>
            <w:tcW w:w="7334" w:type="dxa"/>
          </w:tcPr>
          <w:p w:rsidR="00554EEA" w:rsidRPr="00D61DCB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 ли система проверки сопротивления изоляции двигателя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/ </w:t>
            </w:r>
            <w:r>
              <w:rPr>
                <w:rFonts w:ascii="Arial" w:hAnsi="Arial"/>
                <w:sz w:val="20"/>
                <w:szCs w:val="20"/>
              </w:rPr>
              <w:t>Do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you</w:t>
            </w:r>
            <w:r w:rsidRPr="0074584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the</w:t>
            </w:r>
            <w:r w:rsidRPr="00D61DCB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insulation</w:t>
            </w:r>
            <w:r w:rsidRPr="00D61DCB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resistance</w:t>
            </w:r>
            <w:r w:rsidRPr="00D61DCB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test</w:t>
            </w:r>
            <w:r w:rsidRPr="00D61DCB">
              <w:rPr>
                <w:rFonts w:ascii="Arial" w:hAnsi="Arial"/>
                <w:sz w:val="20"/>
                <w:szCs w:val="20"/>
              </w:rPr>
              <w:t xml:space="preserve"> ?</w:t>
            </w:r>
          </w:p>
        </w:tc>
        <w:tc>
          <w:tcPr>
            <w:tcW w:w="1445" w:type="dxa"/>
            <w:vAlign w:val="center"/>
          </w:tcPr>
          <w:p w:rsidR="00554EEA" w:rsidRPr="00725324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554EEA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554EEA" w:rsidTr="00554EEA">
        <w:trPr>
          <w:trHeight w:val="571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4.23</w:t>
            </w:r>
          </w:p>
        </w:tc>
        <w:tc>
          <w:tcPr>
            <w:tcW w:w="7334" w:type="dxa"/>
          </w:tcPr>
          <w:p w:rsidR="00554EEA" w:rsidRPr="0072532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Желаемое напряжение управления? 110 В АС, 220 В АС, 220 В DC, 110 В DC, 24 В DC</w:t>
            </w:r>
            <w:r w:rsidRPr="00725324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Control</w:t>
            </w:r>
            <w:r w:rsidRPr="0072532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voltage</w:t>
            </w:r>
            <w:r w:rsidRPr="00725324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1445" w:type="dxa"/>
            <w:vAlign w:val="center"/>
          </w:tcPr>
          <w:p w:rsidR="00554EEA" w:rsidRPr="00725324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554EEA" w:rsidRPr="00F353E5" w:rsidRDefault="00554EEA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В/V</w:t>
            </w:r>
          </w:p>
        </w:tc>
      </w:tr>
      <w:tr w:rsidR="00554EEA" w:rsidTr="00554EEA">
        <w:trPr>
          <w:trHeight w:val="305"/>
        </w:trPr>
        <w:tc>
          <w:tcPr>
            <w:tcW w:w="774" w:type="dxa"/>
          </w:tcPr>
          <w:p w:rsidR="00554EEA" w:rsidRPr="0072532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4.24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 xml:space="preserve">Желаемое напряжение питания системы управления? 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110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В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АС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, 220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В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lastRenderedPageBreak/>
              <w:t>АС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, 220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В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DC , 110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В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DC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/ Contr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o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>l system supply voltage?</w:t>
            </w:r>
          </w:p>
        </w:tc>
        <w:tc>
          <w:tcPr>
            <w:tcW w:w="1445" w:type="dxa"/>
            <w:vAlign w:val="center"/>
          </w:tcPr>
          <w:p w:rsidR="00554EEA" w:rsidRPr="00554EEA" w:rsidRDefault="00554EEA" w:rsidP="00E159BA">
            <w:pPr>
              <w:spacing w:before="20" w:after="20"/>
              <w:rPr>
                <w:rFonts w:ascii="Arial" w:hAnsi="Arial"/>
                <w:sz w:val="16"/>
                <w:szCs w:val="16"/>
                <w:lang w:val="en-US" w:eastAsia="en-US"/>
              </w:rPr>
            </w:pPr>
          </w:p>
        </w:tc>
        <w:tc>
          <w:tcPr>
            <w:tcW w:w="1165" w:type="dxa"/>
            <w:vAlign w:val="center"/>
          </w:tcPr>
          <w:p w:rsidR="00554EEA" w:rsidRPr="00725324" w:rsidRDefault="00554EEA" w:rsidP="00E159BA">
            <w:pPr>
              <w:spacing w:before="20" w:after="20"/>
              <w:ind w:left="-51" w:right="-108"/>
              <w:rPr>
                <w:rFonts w:ascii="Arial" w:hAnsi="Arial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В/V</w:t>
            </w:r>
          </w:p>
        </w:tc>
      </w:tr>
      <w:tr w:rsidR="00554EEA" w:rsidTr="00554EEA">
        <w:trPr>
          <w:trHeight w:val="305"/>
        </w:trPr>
        <w:tc>
          <w:tcPr>
            <w:tcW w:w="774" w:type="dxa"/>
          </w:tcPr>
          <w:p w:rsidR="00554EEA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4.25</w:t>
            </w:r>
          </w:p>
        </w:tc>
        <w:tc>
          <w:tcPr>
            <w:tcW w:w="7334" w:type="dxa"/>
          </w:tcPr>
          <w:p w:rsidR="00554EEA" w:rsidRPr="00554EEA" w:rsidRDefault="00554EEA" w:rsidP="00E159BA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Требуется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ли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ИБП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для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питания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системы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 xml:space="preserve"> </w:t>
            </w:r>
            <w:r w:rsidRPr="00554EEA">
              <w:rPr>
                <w:rFonts w:ascii="Arial" w:hAnsi="Arial"/>
                <w:b/>
                <w:sz w:val="20"/>
                <w:szCs w:val="20"/>
              </w:rPr>
              <w:t>управления</w:t>
            </w:r>
            <w:r w:rsidRPr="00554EEA">
              <w:rPr>
                <w:rFonts w:ascii="Arial" w:hAnsi="Arial"/>
                <w:b/>
                <w:sz w:val="20"/>
                <w:szCs w:val="20"/>
                <w:lang w:val="en-US"/>
              </w:rPr>
              <w:t>?</w:t>
            </w:r>
            <w:r w:rsidRPr="00554EEA">
              <w:rPr>
                <w:rFonts w:ascii="Arial" w:hAnsi="Arial"/>
                <w:sz w:val="20"/>
                <w:szCs w:val="20"/>
                <w:lang w:val="en-US"/>
              </w:rPr>
              <w:t xml:space="preserve"> / Is UPS required for the voltage of the control system ? </w:t>
            </w:r>
          </w:p>
        </w:tc>
        <w:tc>
          <w:tcPr>
            <w:tcW w:w="1445" w:type="dxa"/>
            <w:vAlign w:val="center"/>
          </w:tcPr>
          <w:p w:rsidR="00554EEA" w:rsidRPr="00C736A2" w:rsidRDefault="0001654C" w:rsidP="00E159BA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15" type="#_x0000_t202" style="position:absolute;margin-left:47.95pt;margin-top:1.2pt;width:14.4pt;height:9.6pt;z-index:251698176;mso-position-horizontal-relative:text;mso-position-vertical-relative:text">
                  <v:textbox style="mso-next-textbox:#_x0000_s1115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41" name="Рисунок 8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Да</w:t>
            </w:r>
            <w:r w:rsidR="00554EEA" w:rsidRPr="00C736A2">
              <w:rPr>
                <w:rFonts w:ascii="Arial" w:hAnsi="Arial" w:cs="Arial"/>
                <w:sz w:val="20"/>
                <w:szCs w:val="20"/>
              </w:rPr>
              <w:t>/</w:t>
            </w:r>
            <w:r w:rsidR="00554EE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65" w:type="dxa"/>
            <w:vAlign w:val="center"/>
          </w:tcPr>
          <w:p w:rsidR="00554EEA" w:rsidRPr="00C736A2" w:rsidRDefault="0001654C" w:rsidP="00E159BA">
            <w:pPr>
              <w:spacing w:before="20" w:after="20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pict>
                <v:shape id="_x0000_s1114" type="#_x0000_t202" style="position:absolute;margin-left:32.15pt;margin-top:1.5pt;width:14.4pt;height:9.6pt;z-index:251697152;mso-position-horizontal-relative:text;mso-position-vertical-relative:text">
                  <v:textbox style="mso-next-textbox:#_x0000_s1114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42" name="Рисунок 84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20"/>
                <w:szCs w:val="20"/>
              </w:rPr>
              <w:t>Нет</w:t>
            </w:r>
            <w:r w:rsidR="00554EEA" w:rsidRPr="00C736A2">
              <w:rPr>
                <w:rFonts w:ascii="Arial" w:hAnsi="Arial"/>
                <w:sz w:val="20"/>
                <w:szCs w:val="20"/>
                <w:lang w:eastAsia="en-US"/>
              </w:rPr>
              <w:t>/</w:t>
            </w:r>
            <w:r w:rsidR="00554EEA">
              <w:rPr>
                <w:rFonts w:ascii="Arial" w:hAnsi="Arial"/>
                <w:sz w:val="20"/>
                <w:szCs w:val="20"/>
                <w:lang w:eastAsia="en-US"/>
              </w:rPr>
              <w:t>No</w:t>
            </w:r>
          </w:p>
        </w:tc>
      </w:tr>
      <w:tr w:rsidR="00554EEA" w:rsidTr="00554EEA">
        <w:trPr>
          <w:trHeight w:val="305"/>
        </w:trPr>
        <w:tc>
          <w:tcPr>
            <w:tcW w:w="774" w:type="dxa"/>
          </w:tcPr>
          <w:p w:rsidR="00554EEA" w:rsidRPr="0072532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4.26</w:t>
            </w:r>
          </w:p>
        </w:tc>
        <w:tc>
          <w:tcPr>
            <w:tcW w:w="7334" w:type="dxa"/>
          </w:tcPr>
          <w:p w:rsidR="00554EEA" w:rsidRPr="00067704" w:rsidRDefault="00554EEA" w:rsidP="00E159BA">
            <w:pPr>
              <w:rPr>
                <w:rFonts w:ascii="Arial" w:hAnsi="Arial"/>
                <w:sz w:val="20"/>
                <w:szCs w:val="20"/>
              </w:rPr>
            </w:pPr>
            <w:r w:rsidRPr="00554EEA">
              <w:rPr>
                <w:rFonts w:ascii="Arial" w:hAnsi="Arial"/>
                <w:b/>
                <w:sz w:val="20"/>
                <w:szCs w:val="20"/>
              </w:rPr>
              <w:t>Комплект ЗИП</w:t>
            </w:r>
            <w:r w:rsidRPr="00067704">
              <w:rPr>
                <w:rFonts w:ascii="Arial" w:hAnsi="Arial"/>
                <w:sz w:val="20"/>
                <w:szCs w:val="20"/>
              </w:rPr>
              <w:t xml:space="preserve"> / </w:t>
            </w:r>
            <w:r>
              <w:rPr>
                <w:rFonts w:ascii="Arial" w:hAnsi="Arial"/>
                <w:sz w:val="20"/>
                <w:szCs w:val="20"/>
              </w:rPr>
              <w:t>Spare</w:t>
            </w:r>
            <w:r w:rsidRPr="00067704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parts</w:t>
            </w:r>
          </w:p>
        </w:tc>
        <w:tc>
          <w:tcPr>
            <w:tcW w:w="1445" w:type="dxa"/>
            <w:vAlign w:val="center"/>
          </w:tcPr>
          <w:p w:rsidR="00554EEA" w:rsidRDefault="0001654C" w:rsidP="00E159BA">
            <w:pPr>
              <w:spacing w:before="20" w:after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:lang w:eastAsia="en-US"/>
              </w:rPr>
              <w:pict>
                <v:shape id="_x0000_s1113" type="#_x0000_t202" style="position:absolute;margin-left:47.95pt;margin-top:1.2pt;width:14.4pt;height:9.6pt;z-index:251696128;mso-position-horizontal-relative:text;mso-position-vertical-relative:text">
                  <v:textbox style="mso-next-textbox:#_x0000_s1113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43" name="Рисунок 8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16"/>
                <w:szCs w:val="16"/>
              </w:rPr>
              <w:t>Стан-ный</w:t>
            </w:r>
          </w:p>
        </w:tc>
        <w:tc>
          <w:tcPr>
            <w:tcW w:w="1165" w:type="dxa"/>
            <w:vAlign w:val="center"/>
          </w:tcPr>
          <w:p w:rsidR="00554EEA" w:rsidRPr="00A909E0" w:rsidRDefault="0001654C" w:rsidP="00E159BA">
            <w:pPr>
              <w:spacing w:before="20" w:after="20"/>
              <w:ind w:left="-51" w:right="-108"/>
              <w:rPr>
                <w:rFonts w:ascii="Arial" w:hAnsi="Arial"/>
                <w:sz w:val="16"/>
                <w:szCs w:val="16"/>
                <w:lang w:eastAsia="en-US"/>
              </w:rPr>
            </w:pPr>
            <w:r>
              <w:rPr>
                <w:rFonts w:ascii="Arial" w:hAnsi="Arial"/>
                <w:sz w:val="16"/>
                <w:szCs w:val="16"/>
                <w:lang w:eastAsia="en-US"/>
              </w:rPr>
              <w:pict>
                <v:shape id="_x0000_s1112" type="#_x0000_t202" style="position:absolute;left:0;text-align:left;margin-left:32.15pt;margin-top:1.5pt;width:14.4pt;height:9.6pt;z-index:251695104;mso-position-horizontal-relative:text;mso-position-vertical-relative:text">
                  <v:textbox style="mso-next-textbox:#_x0000_s1112">
                    <w:txbxContent>
                      <w:p w:rsidR="00554EEA" w:rsidRDefault="00BA3B91" w:rsidP="00554EE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844" name="Рисунок 84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554EEA">
              <w:rPr>
                <w:rFonts w:ascii="Arial" w:hAnsi="Arial" w:cs="Arial"/>
                <w:sz w:val="16"/>
                <w:szCs w:val="16"/>
              </w:rPr>
              <w:t>Расшир-й</w:t>
            </w:r>
          </w:p>
        </w:tc>
      </w:tr>
    </w:tbl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Default="00554EEA" w:rsidP="00B7226D">
      <w:pPr>
        <w:autoSpaceDE w:val="0"/>
        <w:ind w:left="705"/>
        <w:rPr>
          <w:rFonts w:ascii="Helvetica" w:hAnsi="Helvetica" w:cs="Helvetica"/>
          <w:b/>
          <w:lang w:val="en-US"/>
        </w:rPr>
      </w:pPr>
    </w:p>
    <w:p w:rsidR="00554EEA" w:rsidRPr="00554EEA" w:rsidRDefault="00554EEA" w:rsidP="00554EEA">
      <w:pPr>
        <w:autoSpaceDE w:val="0"/>
        <w:rPr>
          <w:rFonts w:asciiTheme="minorHAnsi" w:hAnsiTheme="minorHAnsi" w:cs="Helvetica"/>
          <w:b/>
          <w:color w:val="FF0000"/>
        </w:rPr>
      </w:pPr>
    </w:p>
    <w:sectPr w:rsidR="00554EEA" w:rsidRPr="00554EEA" w:rsidSect="0001654C">
      <w:headerReference w:type="default" r:id="rId13"/>
      <w:footnotePr>
        <w:pos w:val="beneathText"/>
      </w:footnotePr>
      <w:pgSz w:w="11905" w:h="16837"/>
      <w:pgMar w:top="1134" w:right="565" w:bottom="1134" w:left="851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91" w:rsidRDefault="00C17791" w:rsidP="00F63FA5">
      <w:r>
        <w:separator/>
      </w:r>
    </w:p>
  </w:endnote>
  <w:endnote w:type="continuationSeparator" w:id="0">
    <w:p w:rsidR="00C17791" w:rsidRDefault="00C17791" w:rsidP="00F6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800000AF" w:usb1="40000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791" w:rsidRDefault="00C17791" w:rsidP="00F63FA5">
      <w:r>
        <w:separator/>
      </w:r>
    </w:p>
  </w:footnote>
  <w:footnote w:type="continuationSeparator" w:id="0">
    <w:p w:rsidR="00C17791" w:rsidRDefault="00C17791" w:rsidP="00F63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FA5" w:rsidRDefault="0001654C">
    <w:pPr>
      <w:pStyle w:val="aa"/>
    </w:pPr>
    <w:r>
      <w:rPr>
        <w:b/>
        <w:noProof/>
        <w:sz w:val="52"/>
        <w:szCs w:val="52"/>
        <w:lang w:eastAsia="ru-RU"/>
      </w:rPr>
      <w:drawing>
        <wp:inline distT="0" distB="0" distL="0" distR="0" wp14:anchorId="47A23CB9" wp14:editId="36004E30">
          <wp:extent cx="990600" cy="449580"/>
          <wp:effectExtent l="0" t="0" r="0" b="0"/>
          <wp:docPr id="51" name="Рисунок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toik_2013_f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818" cy="451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lang w:val="en-US"/>
      </w:rPr>
      <w:t xml:space="preserve">p.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586A"/>
    <w:multiLevelType w:val="hybridMultilevel"/>
    <w:tmpl w:val="2A9AD11A"/>
    <w:lvl w:ilvl="0" w:tplc="B9322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5853932"/>
    <w:multiLevelType w:val="multilevel"/>
    <w:tmpl w:val="E93C694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15F74B90"/>
    <w:multiLevelType w:val="hybridMultilevel"/>
    <w:tmpl w:val="2312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96E09"/>
    <w:multiLevelType w:val="multilevel"/>
    <w:tmpl w:val="318AE710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  <w:i w:val="0"/>
      </w:rPr>
    </w:lvl>
  </w:abstractNum>
  <w:abstractNum w:abstractNumId="4">
    <w:nsid w:val="35262728"/>
    <w:multiLevelType w:val="hybridMultilevel"/>
    <w:tmpl w:val="DD6407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71825996"/>
    <w:multiLevelType w:val="hybridMultilevel"/>
    <w:tmpl w:val="0D188E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7A7A7D9C"/>
    <w:multiLevelType w:val="hybridMultilevel"/>
    <w:tmpl w:val="F1CA645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E4B56"/>
    <w:rsid w:val="0001654C"/>
    <w:rsid w:val="00030CA9"/>
    <w:rsid w:val="0006070A"/>
    <w:rsid w:val="00094DD0"/>
    <w:rsid w:val="000A5CB5"/>
    <w:rsid w:val="000C16C0"/>
    <w:rsid w:val="0012095C"/>
    <w:rsid w:val="0015762C"/>
    <w:rsid w:val="001A2072"/>
    <w:rsid w:val="001E4B56"/>
    <w:rsid w:val="0024723C"/>
    <w:rsid w:val="00291ACB"/>
    <w:rsid w:val="002B3D3A"/>
    <w:rsid w:val="002D6BB9"/>
    <w:rsid w:val="003445E0"/>
    <w:rsid w:val="003E1018"/>
    <w:rsid w:val="003F027B"/>
    <w:rsid w:val="003F669C"/>
    <w:rsid w:val="003F6A7B"/>
    <w:rsid w:val="004128FF"/>
    <w:rsid w:val="00450FA2"/>
    <w:rsid w:val="004A1055"/>
    <w:rsid w:val="004C1617"/>
    <w:rsid w:val="00525449"/>
    <w:rsid w:val="00554EEA"/>
    <w:rsid w:val="00562258"/>
    <w:rsid w:val="00564561"/>
    <w:rsid w:val="005C4DBE"/>
    <w:rsid w:val="005D1C66"/>
    <w:rsid w:val="005D768A"/>
    <w:rsid w:val="005E0F67"/>
    <w:rsid w:val="005E2795"/>
    <w:rsid w:val="005F3F69"/>
    <w:rsid w:val="00601CEA"/>
    <w:rsid w:val="006178D8"/>
    <w:rsid w:val="0064703E"/>
    <w:rsid w:val="006703AE"/>
    <w:rsid w:val="00671647"/>
    <w:rsid w:val="00677C67"/>
    <w:rsid w:val="00683B9E"/>
    <w:rsid w:val="006A2C92"/>
    <w:rsid w:val="006E1593"/>
    <w:rsid w:val="00704656"/>
    <w:rsid w:val="00722ACA"/>
    <w:rsid w:val="0076728E"/>
    <w:rsid w:val="00776986"/>
    <w:rsid w:val="00777FE6"/>
    <w:rsid w:val="00781948"/>
    <w:rsid w:val="00791130"/>
    <w:rsid w:val="007C1216"/>
    <w:rsid w:val="007C4830"/>
    <w:rsid w:val="007F6B99"/>
    <w:rsid w:val="008317E3"/>
    <w:rsid w:val="00842A7C"/>
    <w:rsid w:val="00845986"/>
    <w:rsid w:val="00856F51"/>
    <w:rsid w:val="008868D9"/>
    <w:rsid w:val="008D1636"/>
    <w:rsid w:val="00902897"/>
    <w:rsid w:val="009F06A6"/>
    <w:rsid w:val="009F2729"/>
    <w:rsid w:val="00A30FD6"/>
    <w:rsid w:val="00A71B80"/>
    <w:rsid w:val="00A80301"/>
    <w:rsid w:val="00A821F0"/>
    <w:rsid w:val="00AF02F5"/>
    <w:rsid w:val="00B40CFB"/>
    <w:rsid w:val="00B40DD4"/>
    <w:rsid w:val="00B4276C"/>
    <w:rsid w:val="00B67D83"/>
    <w:rsid w:val="00B7226D"/>
    <w:rsid w:val="00B85AD4"/>
    <w:rsid w:val="00B91D25"/>
    <w:rsid w:val="00BA3B91"/>
    <w:rsid w:val="00BB3F93"/>
    <w:rsid w:val="00C139C9"/>
    <w:rsid w:val="00C17791"/>
    <w:rsid w:val="00C5023B"/>
    <w:rsid w:val="00C61D1E"/>
    <w:rsid w:val="00CC28D7"/>
    <w:rsid w:val="00CF74C3"/>
    <w:rsid w:val="00D03353"/>
    <w:rsid w:val="00D1666E"/>
    <w:rsid w:val="00D34429"/>
    <w:rsid w:val="00DB745A"/>
    <w:rsid w:val="00DE76F8"/>
    <w:rsid w:val="00E03A28"/>
    <w:rsid w:val="00E04D43"/>
    <w:rsid w:val="00E23FEA"/>
    <w:rsid w:val="00E971F3"/>
    <w:rsid w:val="00EE2343"/>
    <w:rsid w:val="00EE5214"/>
    <w:rsid w:val="00EF6F02"/>
    <w:rsid w:val="00F63FA5"/>
    <w:rsid w:val="00F8073D"/>
    <w:rsid w:val="00FC57FF"/>
    <w:rsid w:val="00FC66B7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E1593"/>
  </w:style>
  <w:style w:type="character" w:customStyle="1" w:styleId="WW-Absatz-Standardschriftart">
    <w:name w:val="WW-Absatz-Standardschriftart"/>
    <w:rsid w:val="006E1593"/>
  </w:style>
  <w:style w:type="character" w:customStyle="1" w:styleId="WW-Absatz-Standardschriftart1">
    <w:name w:val="WW-Absatz-Standardschriftart1"/>
    <w:rsid w:val="006E1593"/>
  </w:style>
  <w:style w:type="character" w:customStyle="1" w:styleId="WW-Absatz-Standardschriftart11">
    <w:name w:val="WW-Absatz-Standardschriftart11"/>
    <w:rsid w:val="006E1593"/>
  </w:style>
  <w:style w:type="character" w:customStyle="1" w:styleId="WW-Absatz-Standardschriftart111">
    <w:name w:val="WW-Absatz-Standardschriftart111"/>
    <w:rsid w:val="006E1593"/>
  </w:style>
  <w:style w:type="character" w:customStyle="1" w:styleId="1">
    <w:name w:val="Основной шрифт абзаца1"/>
    <w:rsid w:val="006E1593"/>
  </w:style>
  <w:style w:type="character" w:customStyle="1" w:styleId="Normal">
    <w:name w:val="Normal Знак Знак Знак Знак"/>
    <w:rsid w:val="006E1593"/>
    <w:rPr>
      <w:rFonts w:ascii="Arial" w:hAnsi="Arial"/>
      <w:sz w:val="16"/>
      <w:lang w:val="ru-RU" w:eastAsia="ar-SA" w:bidi="ar-SA"/>
    </w:rPr>
  </w:style>
  <w:style w:type="paragraph" w:customStyle="1" w:styleId="a3">
    <w:name w:val="Заголовок"/>
    <w:basedOn w:val="a"/>
    <w:next w:val="a4"/>
    <w:rsid w:val="006E15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6E1593"/>
    <w:pPr>
      <w:spacing w:after="120"/>
    </w:pPr>
  </w:style>
  <w:style w:type="paragraph" w:styleId="a5">
    <w:name w:val="List"/>
    <w:basedOn w:val="a4"/>
    <w:semiHidden/>
    <w:rsid w:val="006E1593"/>
    <w:rPr>
      <w:rFonts w:ascii="Arial" w:hAnsi="Arial" w:cs="Tahoma"/>
    </w:rPr>
  </w:style>
  <w:style w:type="paragraph" w:customStyle="1" w:styleId="10">
    <w:name w:val="Название1"/>
    <w:basedOn w:val="a"/>
    <w:rsid w:val="006E159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6E1593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qFormat/>
    <w:rsid w:val="006E1593"/>
    <w:pPr>
      <w:jc w:val="center"/>
    </w:pPr>
    <w:rPr>
      <w:sz w:val="40"/>
      <w:szCs w:val="20"/>
    </w:rPr>
  </w:style>
  <w:style w:type="paragraph" w:styleId="a7">
    <w:name w:val="Subtitle"/>
    <w:basedOn w:val="a3"/>
    <w:next w:val="a4"/>
    <w:qFormat/>
    <w:rsid w:val="006E1593"/>
    <w:pPr>
      <w:jc w:val="center"/>
    </w:pPr>
    <w:rPr>
      <w:i/>
      <w:iCs/>
    </w:rPr>
  </w:style>
  <w:style w:type="paragraph" w:customStyle="1" w:styleId="Normal0">
    <w:name w:val="Normal Знак Знак Знак"/>
    <w:rsid w:val="006E1593"/>
    <w:pPr>
      <w:widowControl w:val="0"/>
      <w:suppressAutoHyphens/>
      <w:snapToGrid w:val="0"/>
      <w:jc w:val="both"/>
    </w:pPr>
    <w:rPr>
      <w:rFonts w:ascii="Arial" w:eastAsia="Arial" w:hAnsi="Arial"/>
      <w:sz w:val="16"/>
      <w:lang w:eastAsia="ar-SA"/>
    </w:rPr>
  </w:style>
  <w:style w:type="paragraph" w:customStyle="1" w:styleId="a8">
    <w:name w:val="Содержимое врезки"/>
    <w:basedOn w:val="a4"/>
    <w:rsid w:val="006E1593"/>
  </w:style>
  <w:style w:type="character" w:styleId="a9">
    <w:name w:val="Hyperlink"/>
    <w:uiPriority w:val="99"/>
    <w:unhideWhenUsed/>
    <w:rsid w:val="007F6B9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63F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63FA5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F63FA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63FA5"/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165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654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oikltd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6288-7C4B-43DA-9471-A6E3B721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DB6414BA.dotm</Template>
  <TotalTime>7</TotalTime>
  <Pages>5</Pages>
  <Words>1125</Words>
  <Characters>6415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«STOIK LTD»</vt:lpstr>
      <vt:lpstr>                    «STOIK LTD»</vt:lpstr>
    </vt:vector>
  </TitlesOfParts>
  <Company>Стоик ЛТД</Company>
  <LinksUpToDate>false</LinksUpToDate>
  <CharactersWithSpaces>7525</CharactersWithSpaces>
  <SharedDoc>false</SharedDoc>
  <HLinks>
    <vt:vector size="6" baseType="variant">
      <vt:variant>
        <vt:i4>7536695</vt:i4>
      </vt:variant>
      <vt:variant>
        <vt:i4>0</vt:i4>
      </vt:variant>
      <vt:variant>
        <vt:i4>0</vt:i4>
      </vt:variant>
      <vt:variant>
        <vt:i4>5</vt:i4>
      </vt:variant>
      <vt:variant>
        <vt:lpwstr>http://www.stoikltd.ru/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«STOIK LTD»</dc:title>
  <dc:subject/>
  <dc:creator>Admin</dc:creator>
  <cp:keywords/>
  <cp:lastModifiedBy>Ракитина Вера</cp:lastModifiedBy>
  <cp:revision>3</cp:revision>
  <cp:lastPrinted>2008-09-29T06:33:00Z</cp:lastPrinted>
  <dcterms:created xsi:type="dcterms:W3CDTF">2013-08-30T11:16:00Z</dcterms:created>
  <dcterms:modified xsi:type="dcterms:W3CDTF">2013-08-30T11:24:00Z</dcterms:modified>
</cp:coreProperties>
</file>